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591" w:rsidRPr="00B9577D" w:rsidRDefault="009F4591" w:rsidP="00B9577D">
      <w:pPr>
        <w:pStyle w:val="NoSpacing"/>
      </w:pPr>
    </w:p>
    <w:p w:rsidR="009F4591" w:rsidRDefault="009F4591" w:rsidP="00E64B80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F4591" w:rsidRPr="004B512E" w:rsidRDefault="009F4591" w:rsidP="00E64B80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B512E">
        <w:rPr>
          <w:rFonts w:ascii="Times New Roman" w:hAnsi="Times New Roman"/>
          <w:b/>
          <w:sz w:val="28"/>
          <w:szCs w:val="28"/>
          <w:lang w:val="uk-UA"/>
        </w:rPr>
        <w:t>МЕМОРАНДУМ ПРО СПІВРОБІТНИЦТВО</w:t>
      </w:r>
    </w:p>
    <w:p w:rsidR="009F4591" w:rsidRPr="004B512E" w:rsidRDefault="009F4591" w:rsidP="00E64B80">
      <w:pPr>
        <w:pStyle w:val="NoSpacing"/>
        <w:jc w:val="center"/>
        <w:rPr>
          <w:rFonts w:ascii="Times New Roman" w:hAnsi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noProof/>
          <w:sz w:val="28"/>
          <w:szCs w:val="28"/>
          <w:lang w:val="uk-UA"/>
        </w:rPr>
        <w:t>Новобузь</w:t>
      </w:r>
      <w:r w:rsidRPr="004B512E">
        <w:rPr>
          <w:rFonts w:ascii="Times New Roman" w:hAnsi="Times New Roman"/>
          <w:b/>
          <w:bCs/>
          <w:noProof/>
          <w:sz w:val="28"/>
          <w:szCs w:val="28"/>
          <w:lang w:val="uk-UA"/>
        </w:rPr>
        <w:t xml:space="preserve">кої </w:t>
      </w:r>
      <w:r>
        <w:rPr>
          <w:rFonts w:ascii="Times New Roman" w:hAnsi="Times New Roman"/>
          <w:b/>
          <w:bCs/>
          <w:noProof/>
          <w:sz w:val="28"/>
          <w:szCs w:val="28"/>
          <w:lang w:val="uk-UA"/>
        </w:rPr>
        <w:t>міської ради Миколаїв</w:t>
      </w:r>
      <w:r w:rsidRPr="004B512E">
        <w:rPr>
          <w:rFonts w:ascii="Times New Roman" w:hAnsi="Times New Roman"/>
          <w:b/>
          <w:bCs/>
          <w:noProof/>
          <w:sz w:val="28"/>
          <w:szCs w:val="28"/>
          <w:lang w:val="uk-UA"/>
        </w:rPr>
        <w:t>ської області</w:t>
      </w:r>
    </w:p>
    <w:p w:rsidR="009F4591" w:rsidRPr="004B512E" w:rsidRDefault="009F4591" w:rsidP="00E64B80">
      <w:pPr>
        <w:pStyle w:val="NoSpacing"/>
        <w:jc w:val="center"/>
        <w:rPr>
          <w:rFonts w:ascii="Times New Roman" w:hAnsi="Times New Roman"/>
          <w:b/>
          <w:bCs/>
          <w:noProof/>
          <w:sz w:val="28"/>
          <w:szCs w:val="28"/>
          <w:lang w:val="uk-UA"/>
        </w:rPr>
      </w:pPr>
      <w:r w:rsidRPr="004B512E">
        <w:rPr>
          <w:rFonts w:ascii="Times New Roman" w:hAnsi="Times New Roman"/>
          <w:b/>
          <w:bCs/>
          <w:noProof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b/>
          <w:bCs/>
          <w:noProof/>
          <w:sz w:val="28"/>
          <w:szCs w:val="28"/>
          <w:lang w:val="uk-UA"/>
        </w:rPr>
        <w:t>Малинської міської ради</w:t>
      </w:r>
      <w:r w:rsidRPr="004B512E">
        <w:rPr>
          <w:rFonts w:ascii="Times New Roman" w:hAnsi="Times New Roman"/>
          <w:b/>
          <w:bCs/>
          <w:noProof/>
          <w:sz w:val="28"/>
          <w:szCs w:val="28"/>
          <w:lang w:val="uk-UA"/>
        </w:rPr>
        <w:t xml:space="preserve"> Житомирської області</w:t>
      </w:r>
    </w:p>
    <w:p w:rsidR="009F4591" w:rsidRPr="004B512E" w:rsidRDefault="009F4591" w:rsidP="00E64B80">
      <w:pPr>
        <w:pStyle w:val="NoSpacing"/>
        <w:jc w:val="center"/>
        <w:rPr>
          <w:rFonts w:ascii="Times New Roman" w:hAnsi="Times New Roman"/>
          <w:b/>
          <w:bCs/>
          <w:noProof/>
          <w:sz w:val="28"/>
          <w:szCs w:val="28"/>
          <w:lang w:val="uk-UA"/>
        </w:rPr>
      </w:pPr>
      <w:r w:rsidRPr="004B512E">
        <w:rPr>
          <w:rFonts w:ascii="Times New Roman" w:hAnsi="Times New Roman"/>
          <w:b/>
          <w:bCs/>
          <w:noProof/>
          <w:sz w:val="28"/>
          <w:szCs w:val="28"/>
          <w:lang w:val="uk-UA"/>
        </w:rPr>
        <w:t>в рамках національного проєкту «Пліч-о-пліч: згуртовані громади»</w:t>
      </w:r>
    </w:p>
    <w:p w:rsidR="009F4591" w:rsidRPr="004B512E" w:rsidRDefault="009F4591" w:rsidP="00E64B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4591" w:rsidRPr="004B512E" w:rsidRDefault="009F4591" w:rsidP="00E64B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місто</w:t>
      </w:r>
      <w:r w:rsidRPr="004B51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Малин    </w:t>
      </w:r>
      <w:r w:rsidRPr="004B512E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4B512E">
        <w:rPr>
          <w:rFonts w:ascii="Times New Roman" w:hAnsi="Times New Roman"/>
          <w:sz w:val="28"/>
          <w:szCs w:val="28"/>
        </w:rPr>
        <w:t>«___»_____</w:t>
      </w:r>
      <w:r>
        <w:rPr>
          <w:rFonts w:ascii="Times New Roman" w:hAnsi="Times New Roman"/>
          <w:sz w:val="28"/>
          <w:szCs w:val="28"/>
        </w:rPr>
        <w:t>_</w:t>
      </w:r>
      <w:r w:rsidRPr="004B512E">
        <w:rPr>
          <w:rFonts w:ascii="Times New Roman" w:hAnsi="Times New Roman"/>
          <w:sz w:val="28"/>
          <w:szCs w:val="28"/>
        </w:rPr>
        <w:t>__ 2025 року</w:t>
      </w:r>
    </w:p>
    <w:p w:rsidR="009F4591" w:rsidRDefault="009F4591" w:rsidP="00E64B8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B512E">
        <w:rPr>
          <w:rFonts w:ascii="Times New Roman" w:hAnsi="Times New Roman"/>
          <w:b/>
          <w:bCs/>
          <w:sz w:val="28"/>
          <w:szCs w:val="28"/>
        </w:rPr>
        <w:t xml:space="preserve">       </w:t>
      </w:r>
    </w:p>
    <w:p w:rsidR="009F4591" w:rsidRPr="004B512E" w:rsidRDefault="009F4591" w:rsidP="00E64B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Новобуз</w:t>
      </w:r>
      <w:r w:rsidRPr="004B512E">
        <w:rPr>
          <w:rFonts w:ascii="Times New Roman" w:hAnsi="Times New Roman"/>
          <w:sz w:val="28"/>
          <w:szCs w:val="28"/>
        </w:rPr>
        <w:t xml:space="preserve">ька </w:t>
      </w:r>
      <w:r>
        <w:rPr>
          <w:rFonts w:ascii="Times New Roman" w:hAnsi="Times New Roman"/>
          <w:sz w:val="28"/>
          <w:szCs w:val="28"/>
        </w:rPr>
        <w:t>міська рада Баштанського району Миколаївської області,         в особі міськ</w:t>
      </w:r>
      <w:r w:rsidRPr="004B512E">
        <w:rPr>
          <w:rFonts w:ascii="Times New Roman" w:hAnsi="Times New Roman"/>
          <w:sz w:val="28"/>
          <w:szCs w:val="28"/>
        </w:rPr>
        <w:t xml:space="preserve">ого голови </w:t>
      </w:r>
      <w:r>
        <w:rPr>
          <w:rFonts w:ascii="Times New Roman" w:hAnsi="Times New Roman"/>
          <w:sz w:val="28"/>
          <w:szCs w:val="28"/>
        </w:rPr>
        <w:t>ЛАГОДІЄНКА</w:t>
      </w:r>
      <w:r w:rsidRPr="004B51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Максима Олександро</w:t>
      </w:r>
      <w:r w:rsidRPr="004B512E">
        <w:rPr>
          <w:rFonts w:ascii="Times New Roman" w:hAnsi="Times New Roman"/>
          <w:sz w:val="28"/>
          <w:szCs w:val="28"/>
        </w:rPr>
        <w:t>вича</w:t>
      </w:r>
      <w:r w:rsidRPr="004B512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B512E">
        <w:rPr>
          <w:rFonts w:ascii="Times New Roman" w:hAnsi="Times New Roman"/>
          <w:sz w:val="28"/>
          <w:szCs w:val="28"/>
        </w:rPr>
        <w:t>що надалі іменується «</w:t>
      </w:r>
      <w:r w:rsidRPr="004B512E">
        <w:rPr>
          <w:rFonts w:ascii="Times New Roman" w:hAnsi="Times New Roman"/>
          <w:noProof/>
          <w:sz w:val="28"/>
          <w:szCs w:val="28"/>
        </w:rPr>
        <w:t>громада-форпост</w:t>
      </w:r>
      <w:r w:rsidRPr="004B512E">
        <w:rPr>
          <w:rFonts w:ascii="Times New Roman" w:hAnsi="Times New Roman"/>
          <w:sz w:val="28"/>
          <w:szCs w:val="28"/>
        </w:rPr>
        <w:t xml:space="preserve">», </w:t>
      </w:r>
      <w:r w:rsidRPr="008270EE">
        <w:rPr>
          <w:rFonts w:ascii="Times New Roman" w:hAnsi="Times New Roman"/>
          <w:sz w:val="28"/>
          <w:szCs w:val="28"/>
        </w:rPr>
        <w:t>Малинська міська рада Коростенського району Житомирської облас</w:t>
      </w:r>
      <w:r>
        <w:rPr>
          <w:rFonts w:ascii="Times New Roman" w:hAnsi="Times New Roman"/>
          <w:sz w:val="28"/>
          <w:szCs w:val="28"/>
        </w:rPr>
        <w:t>ті, в особі міського голови СИТАЙЛА</w:t>
      </w:r>
      <w:r w:rsidRPr="008270EE">
        <w:rPr>
          <w:rFonts w:ascii="Times New Roman" w:hAnsi="Times New Roman"/>
          <w:sz w:val="28"/>
          <w:szCs w:val="28"/>
        </w:rPr>
        <w:t xml:space="preserve"> Олександр</w:t>
      </w:r>
      <w:r>
        <w:rPr>
          <w:rFonts w:ascii="Times New Roman" w:hAnsi="Times New Roman"/>
          <w:sz w:val="28"/>
          <w:szCs w:val="28"/>
        </w:rPr>
        <w:t>а</w:t>
      </w:r>
      <w:r w:rsidRPr="008270EE">
        <w:rPr>
          <w:rFonts w:ascii="Times New Roman" w:hAnsi="Times New Roman"/>
          <w:sz w:val="28"/>
          <w:szCs w:val="28"/>
        </w:rPr>
        <w:t xml:space="preserve"> Григорович</w:t>
      </w:r>
      <w:r>
        <w:rPr>
          <w:rFonts w:ascii="Times New Roman" w:hAnsi="Times New Roman"/>
          <w:sz w:val="28"/>
          <w:szCs w:val="28"/>
        </w:rPr>
        <w:t>а</w:t>
      </w:r>
      <w:r w:rsidRPr="004B512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B512E">
        <w:rPr>
          <w:rFonts w:ascii="Times New Roman" w:hAnsi="Times New Roman"/>
          <w:noProof/>
          <w:sz w:val="28"/>
          <w:szCs w:val="28"/>
        </w:rPr>
        <w:t>що надалі іменується «партнерська громада»</w:t>
      </w:r>
      <w:r w:rsidRPr="004B512E">
        <w:rPr>
          <w:rFonts w:ascii="Times New Roman" w:hAnsi="Times New Roman"/>
          <w:sz w:val="28"/>
          <w:szCs w:val="28"/>
        </w:rPr>
        <w:t xml:space="preserve">, а разом </w:t>
      </w:r>
      <w:r>
        <w:rPr>
          <w:rFonts w:ascii="Times New Roman" w:hAnsi="Times New Roman"/>
          <w:sz w:val="28"/>
          <w:szCs w:val="28"/>
        </w:rPr>
        <w:t>-</w:t>
      </w:r>
      <w:r w:rsidRPr="004B512E">
        <w:rPr>
          <w:rFonts w:ascii="Times New Roman" w:hAnsi="Times New Roman"/>
          <w:sz w:val="28"/>
          <w:szCs w:val="28"/>
        </w:rPr>
        <w:t xml:space="preserve"> сторони, уклали цей меморандум про</w:t>
      </w:r>
      <w:r>
        <w:rPr>
          <w:rFonts w:ascii="Times New Roman" w:hAnsi="Times New Roman"/>
          <w:sz w:val="28"/>
          <w:szCs w:val="28"/>
        </w:rPr>
        <w:t> </w:t>
      </w:r>
      <w:r w:rsidRPr="004B512E">
        <w:rPr>
          <w:rFonts w:ascii="Times New Roman" w:hAnsi="Times New Roman"/>
          <w:sz w:val="28"/>
          <w:szCs w:val="28"/>
        </w:rPr>
        <w:t xml:space="preserve">таке: </w:t>
      </w:r>
    </w:p>
    <w:p w:rsidR="009F4591" w:rsidRDefault="009F4591" w:rsidP="00E64B8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F4591" w:rsidRDefault="009F4591" w:rsidP="00B412D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B512E">
        <w:rPr>
          <w:rFonts w:ascii="Times New Roman" w:hAnsi="Times New Roman"/>
          <w:b/>
          <w:bCs/>
          <w:sz w:val="28"/>
          <w:szCs w:val="28"/>
        </w:rPr>
        <w:t>1. Загальні положення</w:t>
      </w:r>
    </w:p>
    <w:p w:rsidR="009F4591" w:rsidRPr="004B512E" w:rsidRDefault="009F4591" w:rsidP="00E64B8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4591" w:rsidRPr="004B512E" w:rsidRDefault="009F4591" w:rsidP="00E64B80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>Метою цього меморандуму є налагодження співпраці між партнерською громадою та громадою-форпостом для подолання наслідків збройної агресії Російської Федерації, задоволення базових потреб жителів, які проживають на</w:t>
      </w:r>
      <w:r>
        <w:rPr>
          <w:rFonts w:ascii="Times New Roman" w:hAnsi="Times New Roman"/>
          <w:noProof/>
          <w:sz w:val="28"/>
          <w:szCs w:val="28"/>
        </w:rPr>
        <w:t> </w:t>
      </w:r>
      <w:r w:rsidRPr="004B512E">
        <w:rPr>
          <w:rFonts w:ascii="Times New Roman" w:hAnsi="Times New Roman"/>
          <w:noProof/>
          <w:sz w:val="28"/>
          <w:szCs w:val="28"/>
        </w:rPr>
        <w:t>території громади-форпосту, відновлення її життєдіяльності, зміцнення стійкості та соціальної згуртованості, а також створення умов для соціальної адаптації та підтримки місцевого населення та внутрішньо переміщених осіб через надання гуманітарної допомоги, проведення аварійно-відновлювальних робіт, реалізацію культурно-освітніх заходів та інших ініціатив, спрямованих на</w:t>
      </w:r>
      <w:r>
        <w:rPr>
          <w:rFonts w:ascii="Times New Roman" w:hAnsi="Times New Roman"/>
          <w:noProof/>
          <w:sz w:val="28"/>
          <w:szCs w:val="28"/>
        </w:rPr>
        <w:t> </w:t>
      </w:r>
      <w:r w:rsidRPr="004B512E">
        <w:rPr>
          <w:rFonts w:ascii="Times New Roman" w:hAnsi="Times New Roman"/>
          <w:noProof/>
          <w:sz w:val="28"/>
          <w:szCs w:val="28"/>
        </w:rPr>
        <w:t>покращення умов життя та функціонування громади-форпосту.</w:t>
      </w:r>
    </w:p>
    <w:p w:rsidR="009F4591" w:rsidRPr="004B512E" w:rsidRDefault="009F4591" w:rsidP="00E64B80">
      <w:pPr>
        <w:spacing w:after="0" w:line="240" w:lineRule="auto"/>
        <w:ind w:left="-2" w:firstLine="569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>Підписанням цього меморандуму сторони підтверджують, що інтересам кожної з них відповідає спільна і узгоджена співпраця у формі надання партнерською громадою підтримки громаді-форпосту.</w:t>
      </w:r>
    </w:p>
    <w:p w:rsidR="009F4591" w:rsidRPr="004B512E" w:rsidRDefault="009F4591" w:rsidP="00E64B80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>У процесі надання підтримки сторони провадитимуть спільну діяльність на принципах законності, добровільності, рівноправності, прозорості та</w:t>
      </w:r>
      <w:r>
        <w:rPr>
          <w:rFonts w:ascii="Times New Roman" w:hAnsi="Times New Roman"/>
          <w:noProof/>
          <w:sz w:val="28"/>
          <w:szCs w:val="28"/>
        </w:rPr>
        <w:t> </w:t>
      </w:r>
      <w:r w:rsidRPr="004B512E">
        <w:rPr>
          <w:rFonts w:ascii="Times New Roman" w:hAnsi="Times New Roman"/>
          <w:noProof/>
          <w:sz w:val="28"/>
          <w:szCs w:val="28"/>
        </w:rPr>
        <w:t>відкритості.</w:t>
      </w:r>
    </w:p>
    <w:p w:rsidR="009F4591" w:rsidRDefault="009F4591" w:rsidP="00E64B80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4591" w:rsidRDefault="009F4591" w:rsidP="00E64B8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B512E">
        <w:rPr>
          <w:rFonts w:ascii="Times New Roman" w:hAnsi="Times New Roman"/>
          <w:b/>
          <w:bCs/>
          <w:sz w:val="28"/>
          <w:szCs w:val="28"/>
        </w:rPr>
        <w:t>2. Предмет меморандуму</w:t>
      </w:r>
    </w:p>
    <w:p w:rsidR="009F4591" w:rsidRPr="004B512E" w:rsidRDefault="009F4591" w:rsidP="00E64B80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4591" w:rsidRPr="004B512E" w:rsidRDefault="009F4591" w:rsidP="00E64B8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 xml:space="preserve">Відповідно до законів України «Про місцеве самоврядування в Україні», «Про співробітництво територіальних громад», постанови Кабінету Міністрів України від 31 січня 2025 р. № 97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</w:t>
      </w:r>
      <w:r>
        <w:rPr>
          <w:rFonts w:ascii="Times New Roman" w:hAnsi="Times New Roman"/>
          <w:noProof/>
          <w:sz w:val="28"/>
          <w:szCs w:val="28"/>
        </w:rPr>
        <w:t>Р</w:t>
      </w:r>
      <w:r w:rsidRPr="004B512E">
        <w:rPr>
          <w:rFonts w:ascii="Times New Roman" w:hAnsi="Times New Roman"/>
          <w:noProof/>
          <w:sz w:val="28"/>
          <w:szCs w:val="28"/>
        </w:rPr>
        <w:t xml:space="preserve">осійської федерації проти України», з метою вирішення питань місцевого значення сторони домовились про отримання громадою-форпостом підтримки від партнерської громади у вигляді, обсягах та в строки, які визначені цим меморандумом. Підтримка надається протягом дії цього меморандуму.  </w:t>
      </w:r>
    </w:p>
    <w:p w:rsidR="009F4591" w:rsidRDefault="009F4591" w:rsidP="00E64B8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>У рамках реалізації меморандуму здійснюватимуться такі заходи (форми підтримки):</w:t>
      </w:r>
    </w:p>
    <w:p w:rsidR="009F4591" w:rsidRDefault="009F4591" w:rsidP="0022793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1. Організація заходів для дітей із громад – форпостів:</w:t>
      </w:r>
      <w:r w:rsidRPr="004B512E">
        <w:rPr>
          <w:rFonts w:ascii="Times New Roman" w:hAnsi="Times New Roman"/>
          <w:noProof/>
          <w:sz w:val="28"/>
          <w:szCs w:val="28"/>
        </w:rPr>
        <w:t xml:space="preserve"> проведення </w:t>
      </w:r>
      <w:r>
        <w:rPr>
          <w:rFonts w:ascii="Times New Roman" w:hAnsi="Times New Roman"/>
          <w:noProof/>
          <w:sz w:val="28"/>
          <w:szCs w:val="28"/>
        </w:rPr>
        <w:t xml:space="preserve"> шкільних ліг, дитячих таборів відпочинку, оздоровчих або екскурсійно-пізнавальних поїздок.</w:t>
      </w:r>
    </w:p>
    <w:p w:rsidR="009F4591" w:rsidRPr="00227933" w:rsidRDefault="009F4591" w:rsidP="0022793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2.  Культурні, освітні та спортивні заходи для зміцнення соціальних зв</w:t>
      </w:r>
      <w:r>
        <w:rPr>
          <w:rFonts w:ascii="Arial" w:hAnsi="Arial" w:cs="Arial"/>
          <w:noProof/>
          <w:sz w:val="28"/>
          <w:szCs w:val="28"/>
        </w:rPr>
        <w:t>'</w:t>
      </w:r>
      <w:r>
        <w:rPr>
          <w:rFonts w:ascii="Times New Roman" w:hAnsi="Times New Roman"/>
          <w:noProof/>
          <w:sz w:val="28"/>
          <w:szCs w:val="28"/>
        </w:rPr>
        <w:t>язків:</w:t>
      </w:r>
    </w:p>
    <w:p w:rsidR="009F4591" w:rsidRPr="004B512E" w:rsidRDefault="009F4591" w:rsidP="00E64B8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 xml:space="preserve">- </w:t>
      </w:r>
      <w:r>
        <w:rPr>
          <w:rFonts w:ascii="Times New Roman" w:hAnsi="Times New Roman"/>
          <w:noProof/>
          <w:sz w:val="28"/>
          <w:szCs w:val="28"/>
        </w:rPr>
        <w:t xml:space="preserve"> Організація візитів творчих колективів громад – партнерів до громад – форпостів.</w:t>
      </w:r>
      <w:r w:rsidRPr="004B512E">
        <w:rPr>
          <w:rFonts w:ascii="Times New Roman" w:hAnsi="Times New Roman"/>
          <w:noProof/>
          <w:sz w:val="28"/>
          <w:szCs w:val="28"/>
        </w:rPr>
        <w:t xml:space="preserve"> </w:t>
      </w:r>
    </w:p>
    <w:p w:rsidR="009F4591" w:rsidRPr="004B512E" w:rsidRDefault="009F4591" w:rsidP="0022793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 xml:space="preserve">-   </w:t>
      </w:r>
      <w:r>
        <w:rPr>
          <w:rFonts w:ascii="Times New Roman" w:hAnsi="Times New Roman"/>
          <w:noProof/>
          <w:sz w:val="28"/>
          <w:szCs w:val="28"/>
        </w:rPr>
        <w:t xml:space="preserve"> Проведення екскурсійних, освітніх та спортивних заходів, залучення молоді до спільної діяльності.</w:t>
      </w:r>
    </w:p>
    <w:p w:rsidR="009F4591" w:rsidRDefault="009F4591" w:rsidP="00E64B8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 xml:space="preserve">-   </w:t>
      </w:r>
      <w:r>
        <w:rPr>
          <w:rFonts w:ascii="Times New Roman" w:hAnsi="Times New Roman"/>
          <w:noProof/>
          <w:sz w:val="28"/>
          <w:szCs w:val="28"/>
        </w:rPr>
        <w:t xml:space="preserve"> Запрошення громад-форпостів відвідати культурні заходи в громадах партнерах.</w:t>
      </w:r>
    </w:p>
    <w:p w:rsidR="009F4591" w:rsidRPr="004B512E" w:rsidRDefault="009F4591" w:rsidP="00E64B8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3. Ініціювання комунікації з донорами:</w:t>
      </w:r>
    </w:p>
    <w:p w:rsidR="009F4591" w:rsidRDefault="009F4591" w:rsidP="00E64B8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 xml:space="preserve">-  </w:t>
      </w:r>
      <w:r>
        <w:rPr>
          <w:rFonts w:ascii="Times New Roman" w:hAnsi="Times New Roman"/>
          <w:noProof/>
          <w:sz w:val="28"/>
          <w:szCs w:val="28"/>
        </w:rPr>
        <w:t xml:space="preserve">Створення платформи для діалогу з </w:t>
      </w:r>
      <w:r w:rsidRPr="00D40814">
        <w:rPr>
          <w:rFonts w:ascii="Times New Roman" w:hAnsi="Times New Roman"/>
          <w:noProof/>
          <w:sz w:val="28"/>
          <w:szCs w:val="28"/>
        </w:rPr>
        <w:t>міжнародни</w:t>
      </w:r>
      <w:r>
        <w:rPr>
          <w:rFonts w:ascii="Times New Roman" w:hAnsi="Times New Roman"/>
          <w:noProof/>
          <w:sz w:val="28"/>
          <w:szCs w:val="28"/>
        </w:rPr>
        <w:t>ми та національними донорами для</w:t>
      </w:r>
      <w:r w:rsidRPr="00D40814">
        <w:rPr>
          <w:rFonts w:ascii="Times New Roman" w:hAnsi="Times New Roman"/>
          <w:noProof/>
          <w:sz w:val="28"/>
          <w:szCs w:val="28"/>
        </w:rPr>
        <w:t xml:space="preserve"> залученн</w:t>
      </w:r>
      <w:r>
        <w:rPr>
          <w:rFonts w:ascii="Times New Roman" w:hAnsi="Times New Roman"/>
          <w:noProof/>
          <w:sz w:val="28"/>
          <w:szCs w:val="28"/>
        </w:rPr>
        <w:t>я додаткових</w:t>
      </w:r>
      <w:r w:rsidRPr="00D40814">
        <w:rPr>
          <w:rFonts w:ascii="Times New Roman" w:hAnsi="Times New Roman"/>
          <w:noProof/>
          <w:sz w:val="28"/>
          <w:szCs w:val="28"/>
        </w:rPr>
        <w:t xml:space="preserve"> ресурсів</w:t>
      </w:r>
      <w:r>
        <w:rPr>
          <w:rFonts w:ascii="Times New Roman" w:hAnsi="Times New Roman"/>
          <w:noProof/>
          <w:sz w:val="28"/>
          <w:szCs w:val="28"/>
        </w:rPr>
        <w:t>, спрямованих на підтримку громад-форпостів.</w:t>
      </w:r>
    </w:p>
    <w:p w:rsidR="009F4591" w:rsidRPr="004B512E" w:rsidRDefault="009F4591" w:rsidP="00D40814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- Розробка та представлення спільних </w:t>
      </w:r>
      <w:r w:rsidRPr="00D40814">
        <w:rPr>
          <w:rFonts w:ascii="Times New Roman" w:hAnsi="Times New Roman"/>
          <w:noProof/>
          <w:sz w:val="28"/>
          <w:szCs w:val="28"/>
        </w:rPr>
        <w:t>проєкт</w:t>
      </w:r>
      <w:r>
        <w:rPr>
          <w:rFonts w:ascii="Times New Roman" w:hAnsi="Times New Roman"/>
          <w:noProof/>
          <w:sz w:val="28"/>
          <w:szCs w:val="28"/>
        </w:rPr>
        <w:t>ів із</w:t>
      </w:r>
      <w:r w:rsidRPr="001639FD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 xml:space="preserve">громадами-форпостами для пошуку </w:t>
      </w:r>
      <w:r w:rsidRPr="00D40814">
        <w:rPr>
          <w:rFonts w:ascii="Times New Roman" w:hAnsi="Times New Roman"/>
          <w:noProof/>
          <w:sz w:val="28"/>
          <w:szCs w:val="28"/>
        </w:rPr>
        <w:t xml:space="preserve"> партнерів </w:t>
      </w:r>
      <w:r>
        <w:rPr>
          <w:rFonts w:ascii="Times New Roman" w:hAnsi="Times New Roman"/>
          <w:noProof/>
          <w:sz w:val="28"/>
          <w:szCs w:val="28"/>
        </w:rPr>
        <w:t>і спонсорів.</w:t>
      </w:r>
    </w:p>
    <w:p w:rsidR="009F4591" w:rsidRPr="004B512E" w:rsidRDefault="009F4591" w:rsidP="00E64B8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4.</w:t>
      </w:r>
      <w:r w:rsidRPr="004B512E">
        <w:rPr>
          <w:rFonts w:ascii="Times New Roman" w:hAnsi="Times New Roman"/>
          <w:noProof/>
          <w:sz w:val="28"/>
          <w:szCs w:val="28"/>
        </w:rPr>
        <w:t xml:space="preserve">  </w:t>
      </w:r>
      <w:r>
        <w:rPr>
          <w:rFonts w:ascii="Times New Roman" w:hAnsi="Times New Roman"/>
          <w:noProof/>
          <w:sz w:val="28"/>
          <w:szCs w:val="28"/>
        </w:rPr>
        <w:t>І</w:t>
      </w:r>
      <w:r w:rsidRPr="004B512E">
        <w:rPr>
          <w:rFonts w:ascii="Times New Roman" w:hAnsi="Times New Roman"/>
          <w:noProof/>
          <w:sz w:val="28"/>
          <w:szCs w:val="28"/>
        </w:rPr>
        <w:t xml:space="preserve">нші форми підтримки, не заборонені законодавством. </w:t>
      </w:r>
    </w:p>
    <w:p w:rsidR="009F4591" w:rsidRDefault="009F4591" w:rsidP="00E64B80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4591" w:rsidRDefault="009F4591" w:rsidP="00E64B80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4B512E">
        <w:rPr>
          <w:rFonts w:ascii="Times New Roman" w:hAnsi="Times New Roman"/>
          <w:b/>
          <w:bCs/>
          <w:sz w:val="28"/>
          <w:szCs w:val="28"/>
        </w:rPr>
        <w:t xml:space="preserve">3. Порядок набрання чинності меморандуму </w:t>
      </w:r>
    </w:p>
    <w:p w:rsidR="009F4591" w:rsidRPr="004B512E" w:rsidRDefault="009F4591" w:rsidP="00E64B80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4591" w:rsidRPr="004B512E" w:rsidRDefault="009F4591" w:rsidP="00E64B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512E">
        <w:rPr>
          <w:rFonts w:ascii="Times New Roman" w:hAnsi="Times New Roman"/>
          <w:sz w:val="28"/>
          <w:szCs w:val="28"/>
        </w:rPr>
        <w:t>Цей  меморандум  набирає чинності з дня його підписання сторонами за їх взаємною згодою та діє до закінчення воєнного стану.</w:t>
      </w:r>
    </w:p>
    <w:p w:rsidR="009F4591" w:rsidRPr="004B512E" w:rsidRDefault="009F4591" w:rsidP="00E64B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512E">
        <w:rPr>
          <w:rFonts w:ascii="Times New Roman" w:hAnsi="Times New Roman"/>
          <w:sz w:val="28"/>
          <w:szCs w:val="28"/>
        </w:rPr>
        <w:t xml:space="preserve">Зміни та доповнення до цього меморандуму оформляються шляхом укладення додаткового меморандуму, який є невід’ємною частиною цього меморандуму. </w:t>
      </w:r>
    </w:p>
    <w:p w:rsidR="009F4591" w:rsidRDefault="009F4591" w:rsidP="00E64B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F4591" w:rsidRDefault="009F4591" w:rsidP="00E64B80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4B512E">
        <w:rPr>
          <w:rFonts w:ascii="Times New Roman" w:hAnsi="Times New Roman"/>
          <w:b/>
          <w:bCs/>
          <w:sz w:val="28"/>
          <w:szCs w:val="28"/>
        </w:rPr>
        <w:t>4. Припинення дії меморандуму</w:t>
      </w:r>
    </w:p>
    <w:p w:rsidR="009F4591" w:rsidRPr="004B512E" w:rsidRDefault="009F4591" w:rsidP="00E64B80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4591" w:rsidRPr="004B512E" w:rsidRDefault="009F4591" w:rsidP="00E64B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512E">
        <w:rPr>
          <w:rFonts w:ascii="Times New Roman" w:hAnsi="Times New Roman"/>
          <w:sz w:val="28"/>
          <w:szCs w:val="28"/>
        </w:rPr>
        <w:t xml:space="preserve">Дія цього меморандуму  припиняється у разі: </w:t>
      </w:r>
    </w:p>
    <w:p w:rsidR="009F4591" w:rsidRPr="004B512E" w:rsidRDefault="009F4591" w:rsidP="00E64B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512E">
        <w:rPr>
          <w:rFonts w:ascii="Times New Roman" w:hAnsi="Times New Roman"/>
          <w:sz w:val="28"/>
          <w:szCs w:val="28"/>
        </w:rPr>
        <w:t xml:space="preserve">закінчення строку його дії; </w:t>
      </w:r>
    </w:p>
    <w:p w:rsidR="009F4591" w:rsidRPr="004B512E" w:rsidRDefault="009F4591" w:rsidP="00E64B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512E">
        <w:rPr>
          <w:rFonts w:ascii="Times New Roman" w:hAnsi="Times New Roman"/>
          <w:sz w:val="28"/>
          <w:szCs w:val="28"/>
        </w:rPr>
        <w:t xml:space="preserve">досягнення цілей співпраці; </w:t>
      </w:r>
    </w:p>
    <w:p w:rsidR="009F4591" w:rsidRPr="004B512E" w:rsidRDefault="009F4591" w:rsidP="00E64B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512E">
        <w:rPr>
          <w:rFonts w:ascii="Times New Roman" w:hAnsi="Times New Roman"/>
          <w:sz w:val="28"/>
          <w:szCs w:val="28"/>
        </w:rPr>
        <w:t xml:space="preserve">відсутності роботи з надання/отримання допомоги протягом року з дня набрання чинності цим меморандумом; </w:t>
      </w:r>
    </w:p>
    <w:p w:rsidR="009F4591" w:rsidRPr="004B512E" w:rsidRDefault="009F4591" w:rsidP="00E64B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512E">
        <w:rPr>
          <w:rFonts w:ascii="Times New Roman" w:hAnsi="Times New Roman"/>
          <w:sz w:val="28"/>
          <w:szCs w:val="28"/>
        </w:rPr>
        <w:t xml:space="preserve">закінчення строку дії експериментального проекту. </w:t>
      </w:r>
    </w:p>
    <w:p w:rsidR="009F4591" w:rsidRPr="004B512E" w:rsidRDefault="009F4591" w:rsidP="00E64B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512E">
        <w:rPr>
          <w:rFonts w:ascii="Times New Roman" w:hAnsi="Times New Roman"/>
          <w:sz w:val="28"/>
          <w:szCs w:val="28"/>
        </w:rPr>
        <w:t xml:space="preserve">Припинення надання допомоги здійснюється за згодою сторін у порядку, визначеному законодавством України. </w:t>
      </w:r>
    </w:p>
    <w:p w:rsidR="009F4591" w:rsidRDefault="009F4591" w:rsidP="00E64B80">
      <w:pPr>
        <w:spacing w:after="0" w:line="240" w:lineRule="auto"/>
        <w:ind w:hanging="6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</w:p>
    <w:p w:rsidR="009F4591" w:rsidRDefault="009F4591" w:rsidP="00E64B80">
      <w:pPr>
        <w:spacing w:after="0" w:line="240" w:lineRule="auto"/>
        <w:ind w:hanging="6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r w:rsidRPr="004B512E">
        <w:rPr>
          <w:rFonts w:ascii="Times New Roman" w:hAnsi="Times New Roman"/>
          <w:b/>
          <w:bCs/>
          <w:noProof/>
          <w:sz w:val="28"/>
          <w:szCs w:val="28"/>
        </w:rPr>
        <w:t>5. Фінансування</w:t>
      </w:r>
    </w:p>
    <w:p w:rsidR="009F4591" w:rsidRPr="004B512E" w:rsidRDefault="009F4591" w:rsidP="00E64B80">
      <w:pPr>
        <w:spacing w:after="0" w:line="240" w:lineRule="auto"/>
        <w:ind w:hanging="6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</w:p>
    <w:p w:rsidR="009F4591" w:rsidRPr="004B512E" w:rsidRDefault="009F4591" w:rsidP="00E64B80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>Фінансування реалізації заходів у рамках цього меморандуму здійснюється за рахунок бюджетних ресурсів сторін, інших джерел фінансування, не заборонених законодавством України.</w:t>
      </w:r>
    </w:p>
    <w:p w:rsidR="009F4591" w:rsidRDefault="009F4591" w:rsidP="00E64B80">
      <w:pPr>
        <w:spacing w:after="0" w:line="240" w:lineRule="auto"/>
        <w:ind w:hanging="6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</w:p>
    <w:p w:rsidR="009F4591" w:rsidRDefault="009F4591" w:rsidP="00E64B80">
      <w:pPr>
        <w:spacing w:after="0" w:line="240" w:lineRule="auto"/>
        <w:ind w:hanging="6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r w:rsidRPr="004B512E">
        <w:rPr>
          <w:rFonts w:ascii="Times New Roman" w:hAnsi="Times New Roman"/>
          <w:b/>
          <w:bCs/>
          <w:noProof/>
          <w:sz w:val="28"/>
          <w:szCs w:val="28"/>
        </w:rPr>
        <w:t>6. Відповідальність сторін та порядок розв’язання спорів</w:t>
      </w:r>
    </w:p>
    <w:p w:rsidR="009F4591" w:rsidRPr="00721BC2" w:rsidRDefault="009F4591" w:rsidP="00E64B80">
      <w:pPr>
        <w:spacing w:after="0" w:line="240" w:lineRule="auto"/>
        <w:ind w:hanging="6"/>
        <w:jc w:val="center"/>
        <w:rPr>
          <w:rFonts w:ascii="Times New Roman" w:hAnsi="Times New Roman"/>
          <w:b/>
          <w:bCs/>
          <w:noProof/>
          <w:sz w:val="16"/>
          <w:szCs w:val="16"/>
        </w:rPr>
      </w:pPr>
    </w:p>
    <w:p w:rsidR="009F4591" w:rsidRPr="004B512E" w:rsidRDefault="009F4591" w:rsidP="00E64B80">
      <w:pPr>
        <w:spacing w:after="0" w:line="240" w:lineRule="auto"/>
        <w:ind w:left="-2" w:firstLine="569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>Сторони вживають всіх заходів до вирішення спорів, що виникають між сторонами з приводу виконання умов цього меморандуму або пов’язані із ним, шляхом переговорів. У разі недосягнення згоди спори вирішуються в судовому порядку.</w:t>
      </w:r>
    </w:p>
    <w:p w:rsidR="009F4591" w:rsidRPr="004B512E" w:rsidRDefault="009F4591" w:rsidP="00E64B80">
      <w:pPr>
        <w:spacing w:after="0" w:line="240" w:lineRule="auto"/>
        <w:ind w:left="-2" w:firstLine="569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>Сторони несуть відповідальність одна перед одною згідно із законодавством України.</w:t>
      </w:r>
    </w:p>
    <w:p w:rsidR="009F4591" w:rsidRPr="004B512E" w:rsidRDefault="009F4591" w:rsidP="00E64B80">
      <w:pPr>
        <w:spacing w:after="0" w:line="240" w:lineRule="auto"/>
        <w:ind w:left="-2" w:firstLine="569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>Сторони визнають, що цей меморандум укладено під час військової агресії Російської Федерації проти України, що стало підставою введення воєнного стану з 05 год. 30 хв. 24 лютого 2022 р. відповідно до Указу Президента України від 24 лютого 2022 р. № 64 «Про введення воєнного стану в Україні».</w:t>
      </w:r>
    </w:p>
    <w:p w:rsidR="009F4591" w:rsidRPr="004B512E" w:rsidRDefault="009F4591" w:rsidP="00E64B80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 xml:space="preserve">Сторони вправі посилатися на нові події та обставини, що не існували на час укладення меморандуму, не залежать від їх волі,  обумовлені військовою агресією Російської Федерації і впливають на виконання меморандуму. </w:t>
      </w:r>
    </w:p>
    <w:p w:rsidR="009F4591" w:rsidRPr="00721BC2" w:rsidRDefault="009F4591" w:rsidP="00E64B80">
      <w:pPr>
        <w:spacing w:after="0" w:line="240" w:lineRule="auto"/>
        <w:ind w:left="-2" w:hanging="3"/>
        <w:jc w:val="center"/>
        <w:rPr>
          <w:rFonts w:ascii="Times New Roman" w:hAnsi="Times New Roman"/>
          <w:b/>
          <w:bCs/>
          <w:noProof/>
          <w:sz w:val="16"/>
          <w:szCs w:val="16"/>
        </w:rPr>
      </w:pPr>
    </w:p>
    <w:p w:rsidR="009F4591" w:rsidRDefault="009F4591" w:rsidP="00E64B80">
      <w:pPr>
        <w:spacing w:after="0" w:line="240" w:lineRule="auto"/>
        <w:ind w:left="-2" w:hanging="3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r w:rsidRPr="004B512E">
        <w:rPr>
          <w:rFonts w:ascii="Times New Roman" w:hAnsi="Times New Roman"/>
          <w:b/>
          <w:bCs/>
          <w:noProof/>
          <w:sz w:val="28"/>
          <w:szCs w:val="28"/>
        </w:rPr>
        <w:t>7. Звітування про результати діяльності</w:t>
      </w:r>
    </w:p>
    <w:p w:rsidR="009F4591" w:rsidRPr="00721BC2" w:rsidRDefault="009F4591" w:rsidP="00E64B80">
      <w:pPr>
        <w:spacing w:after="0" w:line="240" w:lineRule="auto"/>
        <w:ind w:left="-2" w:hanging="3"/>
        <w:jc w:val="center"/>
        <w:rPr>
          <w:rFonts w:ascii="Times New Roman" w:hAnsi="Times New Roman"/>
          <w:b/>
          <w:bCs/>
          <w:noProof/>
          <w:sz w:val="16"/>
          <w:szCs w:val="16"/>
        </w:rPr>
      </w:pPr>
    </w:p>
    <w:p w:rsidR="009F4591" w:rsidRPr="004B512E" w:rsidRDefault="009F4591" w:rsidP="00E64B80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vertAlign w:val="superscript"/>
        </w:rPr>
      </w:pPr>
      <w:r w:rsidRPr="004B512E">
        <w:rPr>
          <w:rFonts w:ascii="Times New Roman" w:hAnsi="Times New Roman"/>
          <w:noProof/>
          <w:sz w:val="28"/>
          <w:szCs w:val="28"/>
        </w:rPr>
        <w:t>Звіт про хід та результати досягнення мети цьог</w:t>
      </w:r>
      <w:r>
        <w:rPr>
          <w:rFonts w:ascii="Times New Roman" w:hAnsi="Times New Roman"/>
          <w:noProof/>
          <w:sz w:val="28"/>
          <w:szCs w:val="28"/>
        </w:rPr>
        <w:t>о меморандуму подається Новобуз</w:t>
      </w:r>
      <w:r w:rsidRPr="004B512E">
        <w:rPr>
          <w:rFonts w:ascii="Times New Roman" w:hAnsi="Times New Roman"/>
          <w:noProof/>
          <w:sz w:val="28"/>
          <w:szCs w:val="28"/>
        </w:rPr>
        <w:t xml:space="preserve">ькою </w:t>
      </w:r>
      <w:r>
        <w:rPr>
          <w:rFonts w:ascii="Times New Roman" w:hAnsi="Times New Roman"/>
          <w:noProof/>
          <w:sz w:val="28"/>
          <w:szCs w:val="28"/>
        </w:rPr>
        <w:t>міськ</w:t>
      </w:r>
      <w:r w:rsidRPr="004B512E">
        <w:rPr>
          <w:rFonts w:ascii="Times New Roman" w:hAnsi="Times New Roman"/>
          <w:noProof/>
          <w:sz w:val="28"/>
          <w:szCs w:val="28"/>
        </w:rPr>
        <w:t xml:space="preserve">ою радою </w:t>
      </w:r>
      <w:r>
        <w:rPr>
          <w:rFonts w:ascii="Times New Roman" w:hAnsi="Times New Roman"/>
          <w:noProof/>
          <w:sz w:val="28"/>
          <w:szCs w:val="28"/>
        </w:rPr>
        <w:t>Баштанського району Миколаївс</w:t>
      </w:r>
      <w:r w:rsidRPr="004B512E">
        <w:rPr>
          <w:rFonts w:ascii="Times New Roman" w:hAnsi="Times New Roman"/>
          <w:noProof/>
          <w:sz w:val="28"/>
          <w:szCs w:val="28"/>
        </w:rPr>
        <w:t>ької області –</w:t>
      </w:r>
      <w:r w:rsidRPr="004B512E">
        <w:rPr>
          <w:rFonts w:ascii="Times New Roman" w:hAnsi="Times New Roman"/>
          <w:noProof/>
          <w:sz w:val="28"/>
          <w:szCs w:val="28"/>
          <w:vertAlign w:val="superscript"/>
        </w:rPr>
        <w:t xml:space="preserve"> </w:t>
      </w:r>
      <w:r w:rsidRPr="004B512E">
        <w:rPr>
          <w:rFonts w:ascii="Times New Roman" w:hAnsi="Times New Roman"/>
          <w:noProof/>
          <w:sz w:val="28"/>
          <w:szCs w:val="28"/>
        </w:rPr>
        <w:t>дорадчому</w:t>
      </w:r>
      <w:r w:rsidRPr="004B512E">
        <w:rPr>
          <w:rFonts w:ascii="Times New Roman" w:hAnsi="Times New Roman"/>
          <w:noProof/>
          <w:sz w:val="28"/>
          <w:szCs w:val="28"/>
          <w:vertAlign w:val="superscript"/>
        </w:rPr>
        <w:t xml:space="preserve"> </w:t>
      </w:r>
      <w:r w:rsidRPr="004B512E">
        <w:rPr>
          <w:rFonts w:ascii="Times New Roman" w:hAnsi="Times New Roman"/>
          <w:noProof/>
          <w:sz w:val="28"/>
          <w:szCs w:val="28"/>
        </w:rPr>
        <w:t>органу Мінрозвитку.</w:t>
      </w:r>
    </w:p>
    <w:p w:rsidR="009F4591" w:rsidRPr="00721BC2" w:rsidRDefault="009F4591" w:rsidP="00E64B80">
      <w:pPr>
        <w:spacing w:after="0" w:line="240" w:lineRule="auto"/>
        <w:ind w:hanging="6"/>
        <w:jc w:val="center"/>
        <w:rPr>
          <w:rFonts w:ascii="Times New Roman" w:hAnsi="Times New Roman"/>
          <w:b/>
          <w:bCs/>
          <w:noProof/>
          <w:sz w:val="16"/>
          <w:szCs w:val="16"/>
        </w:rPr>
      </w:pPr>
    </w:p>
    <w:p w:rsidR="009F4591" w:rsidRDefault="009F4591" w:rsidP="00E64B80">
      <w:pPr>
        <w:spacing w:after="0" w:line="240" w:lineRule="auto"/>
        <w:ind w:hanging="6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</w:p>
    <w:p w:rsidR="009F4591" w:rsidRDefault="009F4591" w:rsidP="00E64B80">
      <w:pPr>
        <w:spacing w:after="0" w:line="240" w:lineRule="auto"/>
        <w:ind w:hanging="6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</w:p>
    <w:p w:rsidR="009F4591" w:rsidRDefault="009F4591" w:rsidP="00E64B80">
      <w:pPr>
        <w:spacing w:after="0" w:line="240" w:lineRule="auto"/>
        <w:ind w:hanging="6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r w:rsidRPr="004B512E">
        <w:rPr>
          <w:rFonts w:ascii="Times New Roman" w:hAnsi="Times New Roman"/>
          <w:b/>
          <w:bCs/>
          <w:noProof/>
          <w:sz w:val="28"/>
          <w:szCs w:val="28"/>
        </w:rPr>
        <w:t>8. Прикінцеві положення</w:t>
      </w:r>
    </w:p>
    <w:p w:rsidR="009F4591" w:rsidRPr="00721BC2" w:rsidRDefault="009F4591" w:rsidP="00E64B80">
      <w:pPr>
        <w:spacing w:after="0" w:line="240" w:lineRule="auto"/>
        <w:ind w:hanging="6"/>
        <w:jc w:val="center"/>
        <w:rPr>
          <w:rFonts w:ascii="Times New Roman" w:hAnsi="Times New Roman"/>
          <w:b/>
          <w:bCs/>
          <w:noProof/>
          <w:sz w:val="16"/>
          <w:szCs w:val="16"/>
        </w:rPr>
      </w:pPr>
    </w:p>
    <w:p w:rsidR="009F4591" w:rsidRDefault="009F4591" w:rsidP="00E64B80">
      <w:pPr>
        <w:spacing w:after="0" w:line="240" w:lineRule="auto"/>
        <w:ind w:left="-2" w:firstLine="569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>Усі правовідносини, що виникають у зв’язку з виконанням цього меморандуму і не врегульовані ним, регулюються нормами законодавства України.</w:t>
      </w:r>
    </w:p>
    <w:p w:rsidR="009F4591" w:rsidRDefault="009F4591" w:rsidP="00E64B80">
      <w:pPr>
        <w:spacing w:after="0" w:line="240" w:lineRule="auto"/>
        <w:ind w:left="-2" w:firstLine="56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При необхідності укладаються додаткові угоди та /або договори.</w:t>
      </w:r>
    </w:p>
    <w:p w:rsidR="009F4591" w:rsidRPr="004B512E" w:rsidRDefault="009F4591" w:rsidP="00E64B80">
      <w:pPr>
        <w:spacing w:after="0" w:line="240" w:lineRule="auto"/>
        <w:ind w:left="-2" w:firstLine="569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 xml:space="preserve">Цей меморандум укладено на </w:t>
      </w:r>
      <w:r w:rsidRPr="00EC3BA4">
        <w:rPr>
          <w:rFonts w:ascii="Times New Roman" w:hAnsi="Times New Roman"/>
          <w:noProof/>
          <w:sz w:val="28"/>
          <w:szCs w:val="28"/>
          <w:lang w:val="ru-RU"/>
        </w:rPr>
        <w:t>4</w:t>
      </w:r>
      <w:r w:rsidRPr="004B512E">
        <w:rPr>
          <w:rFonts w:ascii="Times New Roman" w:hAnsi="Times New Roman"/>
          <w:noProof/>
          <w:sz w:val="28"/>
          <w:szCs w:val="28"/>
        </w:rPr>
        <w:t xml:space="preserve"> (</w:t>
      </w:r>
      <w:r>
        <w:rPr>
          <w:rFonts w:ascii="Times New Roman" w:hAnsi="Times New Roman"/>
          <w:noProof/>
          <w:sz w:val="28"/>
          <w:szCs w:val="28"/>
        </w:rPr>
        <w:t>чотирьох)</w:t>
      </w:r>
      <w:r w:rsidRPr="004B512E">
        <w:rPr>
          <w:rFonts w:ascii="Times New Roman" w:hAnsi="Times New Roman"/>
          <w:noProof/>
          <w:sz w:val="28"/>
          <w:szCs w:val="28"/>
        </w:rPr>
        <w:t xml:space="preserve"> аркушах у кількості 3 (трьох) примірників, що мають однакову юридичну силу.</w:t>
      </w:r>
    </w:p>
    <w:p w:rsidR="009F4591" w:rsidRPr="00721BC2" w:rsidRDefault="009F4591" w:rsidP="00E64B80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F4591" w:rsidRPr="004B512E" w:rsidRDefault="009F4591" w:rsidP="00E64B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512E">
        <w:rPr>
          <w:rFonts w:ascii="Times New Roman" w:hAnsi="Times New Roman"/>
          <w:b/>
          <w:bCs/>
          <w:sz w:val="28"/>
          <w:szCs w:val="28"/>
        </w:rPr>
        <w:t>9. Юридичні адреси, банківські реквізити та підписи сторін</w:t>
      </w:r>
    </w:p>
    <w:tbl>
      <w:tblPr>
        <w:tblW w:w="5000" w:type="pct"/>
        <w:tblLook w:val="00A0"/>
      </w:tblPr>
      <w:tblGrid>
        <w:gridCol w:w="5061"/>
        <w:gridCol w:w="4793"/>
      </w:tblGrid>
      <w:tr w:rsidR="009F4591" w:rsidRPr="00C02EDA" w:rsidTr="00C02EDA">
        <w:tc>
          <w:tcPr>
            <w:tcW w:w="2568" w:type="pct"/>
          </w:tcPr>
          <w:p w:rsidR="009F4591" w:rsidRPr="00C02EDA" w:rsidRDefault="009F4591" w:rsidP="00C02E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591" w:rsidRPr="00C02EDA" w:rsidRDefault="009F4591" w:rsidP="00C02E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EDA">
              <w:rPr>
                <w:rFonts w:ascii="Times New Roman" w:hAnsi="Times New Roman"/>
                <w:sz w:val="28"/>
                <w:szCs w:val="28"/>
              </w:rPr>
              <w:t>Громада-форпост:</w:t>
            </w:r>
          </w:p>
        </w:tc>
        <w:tc>
          <w:tcPr>
            <w:tcW w:w="2432" w:type="pct"/>
          </w:tcPr>
          <w:p w:rsidR="009F4591" w:rsidRPr="00C02EDA" w:rsidRDefault="009F4591" w:rsidP="00C02E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591" w:rsidRPr="00C02EDA" w:rsidRDefault="009F4591" w:rsidP="00C02E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EDA">
              <w:rPr>
                <w:rFonts w:ascii="Times New Roman" w:hAnsi="Times New Roman"/>
                <w:sz w:val="28"/>
                <w:szCs w:val="28"/>
              </w:rPr>
              <w:t>Партнерська громада:</w:t>
            </w:r>
          </w:p>
        </w:tc>
      </w:tr>
      <w:tr w:rsidR="009F4591" w:rsidRPr="00C02EDA" w:rsidTr="00C02EDA">
        <w:tc>
          <w:tcPr>
            <w:tcW w:w="2568" w:type="pct"/>
          </w:tcPr>
          <w:p w:rsidR="009F4591" w:rsidRDefault="009F4591" w:rsidP="00C02ED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Новобуз</w:t>
            </w:r>
            <w:r w:rsidRPr="00C02E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ька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міська рада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Баштан</w:t>
            </w:r>
            <w:r w:rsidRPr="00C02E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ського району </w:t>
            </w:r>
          </w:p>
          <w:p w:rsidR="009F4591" w:rsidRPr="00C02EDA" w:rsidRDefault="009F4591" w:rsidP="00C02E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Миколаїв</w:t>
            </w:r>
            <w:r w:rsidRPr="00C02EDA">
              <w:rPr>
                <w:rFonts w:ascii="Times New Roman" w:hAnsi="Times New Roman"/>
                <w:b/>
                <w:bCs/>
                <w:sz w:val="28"/>
                <w:szCs w:val="28"/>
              </w:rPr>
              <w:t>ської області</w:t>
            </w:r>
          </w:p>
        </w:tc>
        <w:tc>
          <w:tcPr>
            <w:tcW w:w="2432" w:type="pct"/>
          </w:tcPr>
          <w:p w:rsidR="009F4591" w:rsidRPr="00C02EDA" w:rsidRDefault="009F4591" w:rsidP="00C02ED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02EDA">
              <w:rPr>
                <w:rFonts w:ascii="Times New Roman" w:hAnsi="Times New Roman"/>
                <w:b/>
                <w:bCs/>
                <w:sz w:val="28"/>
                <w:szCs w:val="28"/>
              </w:rPr>
              <w:t>Малинська міська рада Коростенського району Житомирської області</w:t>
            </w:r>
          </w:p>
        </w:tc>
      </w:tr>
      <w:tr w:rsidR="009F4591" w:rsidRPr="00C02EDA" w:rsidTr="00C02EDA">
        <w:tc>
          <w:tcPr>
            <w:tcW w:w="2568" w:type="pct"/>
          </w:tcPr>
          <w:p w:rsidR="009F4591" w:rsidRPr="00C02EDA" w:rsidRDefault="009F4591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F4591" w:rsidRPr="00C02EDA" w:rsidRDefault="009F4591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C02EDA">
              <w:rPr>
                <w:rFonts w:ascii="Times New Roman" w:hAnsi="Times New Roman"/>
                <w:bCs/>
                <w:sz w:val="28"/>
                <w:szCs w:val="28"/>
              </w:rPr>
              <w:t>Юридична адреса:</w:t>
            </w:r>
          </w:p>
          <w:p w:rsidR="009F4591" w:rsidRPr="00C02EDA" w:rsidRDefault="009F4591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55601, Україна, Миколаїв</w:t>
            </w:r>
            <w:r w:rsidRPr="00C02EDA">
              <w:rPr>
                <w:rFonts w:ascii="Times New Roman" w:hAnsi="Times New Roman"/>
                <w:bCs/>
                <w:sz w:val="28"/>
                <w:szCs w:val="28"/>
              </w:rPr>
              <w:t xml:space="preserve">ська область, </w:t>
            </w:r>
          </w:p>
          <w:p w:rsidR="009F4591" w:rsidRPr="00C02EDA" w:rsidRDefault="009F4591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Баштанський район, місто</w:t>
            </w:r>
            <w:r w:rsidRPr="00C02ED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Новий Буг</w:t>
            </w:r>
            <w:r w:rsidRPr="00C02EDA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</w:p>
          <w:p w:rsidR="009F4591" w:rsidRPr="00C02EDA" w:rsidRDefault="009F4591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пл. Свободи</w:t>
            </w:r>
            <w:r w:rsidRPr="00C02EDA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42</w:t>
            </w:r>
          </w:p>
          <w:p w:rsidR="009F4591" w:rsidRPr="00C02EDA" w:rsidRDefault="009F4591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C02EDA">
              <w:rPr>
                <w:rFonts w:ascii="Times New Roman" w:hAnsi="Times New Roman"/>
                <w:bCs/>
                <w:sz w:val="28"/>
                <w:szCs w:val="28"/>
              </w:rPr>
              <w:t xml:space="preserve">код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ЄДРПОУ  </w:t>
            </w:r>
            <w:r w:rsidRPr="002C4D3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04056598</w:t>
            </w:r>
          </w:p>
          <w:p w:rsidR="009F4591" w:rsidRPr="00C02EDA" w:rsidRDefault="009F4591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pct"/>
          </w:tcPr>
          <w:p w:rsidR="009F4591" w:rsidRPr="00C02EDA" w:rsidRDefault="009F4591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</w:p>
          <w:p w:rsidR="009F4591" w:rsidRPr="00C02EDA" w:rsidRDefault="009F4591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C02EDA">
              <w:rPr>
                <w:rFonts w:ascii="Times New Roman" w:hAnsi="Times New Roman"/>
                <w:bCs/>
                <w:sz w:val="28"/>
                <w:szCs w:val="28"/>
              </w:rPr>
              <w:t>Юридична адреса:</w:t>
            </w:r>
          </w:p>
          <w:p w:rsidR="009F4591" w:rsidRPr="00C02EDA" w:rsidRDefault="009F4591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C02EDA">
              <w:rPr>
                <w:rFonts w:ascii="Times New Roman" w:hAnsi="Times New Roman"/>
                <w:sz w:val="28"/>
                <w:szCs w:val="28"/>
              </w:rPr>
              <w:t xml:space="preserve">11601, </w:t>
            </w:r>
            <w:r w:rsidRPr="00C02EDA">
              <w:rPr>
                <w:rFonts w:ascii="Times New Roman" w:hAnsi="Times New Roman"/>
                <w:bCs/>
                <w:sz w:val="28"/>
                <w:szCs w:val="28"/>
              </w:rPr>
              <w:t>Україна</w:t>
            </w:r>
            <w:r w:rsidRPr="00C02E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C02EDA">
              <w:rPr>
                <w:rFonts w:ascii="Times New Roman" w:hAnsi="Times New Roman"/>
                <w:sz w:val="28"/>
                <w:szCs w:val="28"/>
              </w:rPr>
              <w:t>Житомирська область, Коростенський район,</w:t>
            </w:r>
            <w:r w:rsidRPr="00C02EDA">
              <w:rPr>
                <w:rFonts w:ascii="Times New Roman" w:hAnsi="Times New Roman"/>
                <w:sz w:val="28"/>
                <w:szCs w:val="28"/>
              </w:rPr>
              <w:br/>
              <w:t>місто Малин, пл. Соборна, 6а</w:t>
            </w:r>
          </w:p>
          <w:p w:rsidR="009F4591" w:rsidRPr="00C02EDA" w:rsidRDefault="009F4591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C02EDA">
              <w:rPr>
                <w:rFonts w:ascii="Times New Roman" w:hAnsi="Times New Roman"/>
                <w:sz w:val="28"/>
                <w:szCs w:val="28"/>
              </w:rPr>
              <w:t>ЄДРПОУ 26556344</w:t>
            </w:r>
          </w:p>
          <w:p w:rsidR="009F4591" w:rsidRPr="00C02EDA" w:rsidRDefault="009F4591" w:rsidP="00C02EDA">
            <w:pPr>
              <w:spacing w:after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9F4591" w:rsidRPr="00C02EDA" w:rsidTr="00C02EDA">
        <w:tc>
          <w:tcPr>
            <w:tcW w:w="2568" w:type="pct"/>
          </w:tcPr>
          <w:p w:rsidR="009F4591" w:rsidRPr="00C02EDA" w:rsidRDefault="009F4591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Новобуз</w:t>
            </w:r>
            <w:r w:rsidRPr="00C02E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ький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міськ</w:t>
            </w:r>
            <w:r w:rsidRPr="00C02E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ий голова                          </w:t>
            </w:r>
          </w:p>
          <w:p w:rsidR="009F4591" w:rsidRPr="00C02EDA" w:rsidRDefault="009F4591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F4591" w:rsidRPr="00C02EDA" w:rsidRDefault="009F4591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F4591" w:rsidRPr="00C02EDA" w:rsidRDefault="009F4591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F4591" w:rsidRPr="00C02EDA" w:rsidRDefault="009F4591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F4591" w:rsidRPr="00C02EDA" w:rsidRDefault="009F4591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Максим  ЛАГОДІЄНКО</w:t>
            </w:r>
          </w:p>
        </w:tc>
        <w:tc>
          <w:tcPr>
            <w:tcW w:w="2432" w:type="pct"/>
          </w:tcPr>
          <w:p w:rsidR="009F4591" w:rsidRPr="00C02EDA" w:rsidRDefault="009F4591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02EDA">
              <w:rPr>
                <w:rFonts w:ascii="Times New Roman" w:hAnsi="Times New Roman"/>
                <w:b/>
                <w:bCs/>
                <w:sz w:val="28"/>
                <w:szCs w:val="28"/>
              </w:rPr>
              <w:t>Малинський міський голова</w:t>
            </w:r>
          </w:p>
          <w:p w:rsidR="009F4591" w:rsidRPr="00C02EDA" w:rsidRDefault="009F4591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F4591" w:rsidRPr="00C02EDA" w:rsidRDefault="009F4591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9F4591" w:rsidRPr="00C02EDA" w:rsidRDefault="009F4591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9F4591" w:rsidRPr="00C02EDA" w:rsidRDefault="009F4591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9F4591" w:rsidRPr="00C02EDA" w:rsidRDefault="009F4591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  <w:r w:rsidRPr="00C02EDA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 xml:space="preserve">              </w:t>
            </w:r>
            <w:r w:rsidRPr="00C02EDA">
              <w:rPr>
                <w:rFonts w:ascii="Times New Roman" w:hAnsi="Times New Roman"/>
                <w:b/>
                <w:bCs/>
                <w:sz w:val="28"/>
                <w:szCs w:val="28"/>
              </w:rPr>
              <w:t>Олександр СИТАЙЛО</w:t>
            </w:r>
          </w:p>
        </w:tc>
      </w:tr>
    </w:tbl>
    <w:p w:rsidR="009F4591" w:rsidRPr="008549E1" w:rsidRDefault="009F4591" w:rsidP="008549E1"/>
    <w:sectPr w:rsidR="009F4591" w:rsidRPr="008549E1" w:rsidSect="00B9577D">
      <w:headerReference w:type="default" r:id="rId7"/>
      <w:pgSz w:w="11906" w:h="16838"/>
      <w:pgMar w:top="1382" w:right="567" w:bottom="1134" w:left="1701" w:header="141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591" w:rsidRDefault="009F4591" w:rsidP="001D59FC">
      <w:pPr>
        <w:spacing w:after="0" w:line="240" w:lineRule="auto"/>
      </w:pPr>
      <w:r>
        <w:separator/>
      </w:r>
    </w:p>
  </w:endnote>
  <w:endnote w:type="continuationSeparator" w:id="0">
    <w:p w:rsidR="009F4591" w:rsidRDefault="009F4591" w:rsidP="001D5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? Light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591" w:rsidRDefault="009F4591" w:rsidP="001D59FC">
      <w:pPr>
        <w:spacing w:after="0" w:line="240" w:lineRule="auto"/>
      </w:pPr>
      <w:r>
        <w:separator/>
      </w:r>
    </w:p>
  </w:footnote>
  <w:footnote w:type="continuationSeparator" w:id="0">
    <w:p w:rsidR="009F4591" w:rsidRDefault="009F4591" w:rsidP="001D5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591" w:rsidRPr="00C75940" w:rsidRDefault="009F4591" w:rsidP="00B9577D">
    <w:pPr>
      <w:pStyle w:val="NoSpacing"/>
      <w:rPr>
        <w:noProof/>
        <w:sz w:val="18"/>
        <w:szCs w:val="18"/>
        <w:lang w:eastAsia="uk-UA"/>
      </w:rPr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s2049" type="#_x0000_t75" alt="Новобузька громада - Миколаївська область, Баштанський район" style="position:absolute;margin-left:295.55pt;margin-top:-10.75pt;width:46.45pt;height:53.3pt;z-index:-251656192;visibility:visible" wrapcoords="-386 0 -386 21287 21600 21287 21600 0 -386 0">
          <v:imagedata r:id="rId1" o:title=""/>
          <w10:wrap type="tight"/>
        </v:shape>
      </w:pict>
    </w: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2050" type="#_x0000_t202" style="position:absolute;margin-left:351pt;margin-top:-6pt;width:159.2pt;height:53.4pt;z-index:-251655168;visibility:visible;mso-position-horizontal-relative:margin" wrapcoords="-100 0 -100 21296 21600 21296 21600 0 -10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" stroked="f">
          <v:textbox inset="0,0,0,0">
            <w:txbxContent>
              <w:p w:rsidR="009F4591" w:rsidRPr="00B9577D" w:rsidRDefault="009F4591" w:rsidP="00B9577D">
                <w:pPr>
                  <w:pStyle w:val="NoSpacing"/>
                  <w:rPr>
                    <w:b/>
                    <w:bCs/>
                    <w:color w:val="203864"/>
                    <w:sz w:val="56"/>
                    <w:szCs w:val="56"/>
                    <w:lang w:val="uk-UA"/>
                  </w:rPr>
                </w:pPr>
                <w:r w:rsidRPr="00B9577D">
                  <w:rPr>
                    <w:b/>
                    <w:bCs/>
                    <w:color w:val="203864"/>
                    <w:sz w:val="56"/>
                    <w:szCs w:val="56"/>
                    <w:lang w:val="uk-UA"/>
                  </w:rPr>
                  <w:t>НОВИЙ БУГ</w:t>
                </w:r>
              </w:p>
              <w:p w:rsidR="009F4591" w:rsidRPr="00E464CC" w:rsidRDefault="009F4591" w:rsidP="00B9577D">
                <w:pPr>
                  <w:pStyle w:val="NoSpacing"/>
                  <w:rPr>
                    <w:rFonts w:ascii="Times New Roman" w:hAnsi="Times New Roman"/>
                    <w:color w:val="203864"/>
                    <w:sz w:val="16"/>
                    <w:szCs w:val="16"/>
                    <w:lang w:val="uk-UA"/>
                  </w:rPr>
                </w:pPr>
                <w:r>
                  <w:rPr>
                    <w:rFonts w:ascii="Times New Roman" w:hAnsi="Times New Roman"/>
                    <w:color w:val="203864"/>
                    <w:sz w:val="18"/>
                    <w:szCs w:val="18"/>
                    <w:lang w:val="uk-UA"/>
                  </w:rPr>
                  <w:t xml:space="preserve"> </w:t>
                </w:r>
                <w:r w:rsidRPr="00E464CC">
                  <w:rPr>
                    <w:rFonts w:ascii="Times New Roman" w:hAnsi="Times New Roman"/>
                    <w:color w:val="203864"/>
                    <w:sz w:val="16"/>
                    <w:szCs w:val="16"/>
                    <w:lang w:val="uk-UA"/>
                  </w:rPr>
                  <w:t>МІСЬКА ТЕРИТОРІАЛЬНА ГРОМАДА</w:t>
                </w:r>
              </w:p>
            </w:txbxContent>
          </v:textbox>
          <w10:wrap type="tight" anchorx="margin"/>
        </v:shape>
      </w:pict>
    </w:r>
    <w:r>
      <w:rPr>
        <w:noProof/>
        <w:lang w:eastAsia="uk-UA"/>
      </w:rPr>
      <w:t xml:space="preserve">     </w:t>
    </w:r>
    <w:r w:rsidRPr="00953628">
      <w:rPr>
        <w:noProof/>
        <w:lang w:eastAsia="ru-RU"/>
      </w:rPr>
      <w:pict>
        <v:shape id="Рисунок 1" o:spid="_x0000_i1027" type="#_x0000_t75" alt="Малинська міська рада" style="width:147pt;height:38.25pt;visibility:visible">
          <v:imagedata r:id="rId2" o:title=""/>
        </v:shape>
      </w:pict>
    </w:r>
    <w:r w:rsidRPr="00B9577D">
      <w:t xml:space="preserve">    </w:t>
    </w:r>
    <w:r>
      <w:t xml:space="preserve">  </w:t>
    </w:r>
    <w:r w:rsidRPr="00953628">
      <w:rPr>
        <w:noProof/>
        <w:lang w:eastAsia="ru-RU"/>
      </w:rPr>
      <w:pict>
        <v:shape id="Рисунок 2" o:spid="_x0000_i1028" type="#_x0000_t75" style="width:109.5pt;height:33.75pt;visibility:visible">
          <v:imagedata r:id="rId3" o:title="" croptop="17252f" cropbottom="13784f"/>
        </v:shape>
      </w:pict>
    </w:r>
    <w:r>
      <w:rPr>
        <w:noProof/>
        <w:lang w:eastAsia="uk-UA"/>
      </w:rPr>
      <w:t xml:space="preserve">   </w:t>
    </w:r>
  </w:p>
  <w:p w:rsidR="009F4591" w:rsidRDefault="009F4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9AC"/>
    <w:multiLevelType w:val="hybridMultilevel"/>
    <w:tmpl w:val="64DA9D0A"/>
    <w:lvl w:ilvl="0" w:tplc="3306EC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63210E"/>
    <w:multiLevelType w:val="multilevel"/>
    <w:tmpl w:val="9A10BD20"/>
    <w:lvl w:ilvl="0">
      <w:start w:val="28"/>
      <w:numFmt w:val="decimal"/>
      <w:lvlText w:val="%1"/>
      <w:lvlJc w:val="left"/>
      <w:pPr>
        <w:ind w:left="1305" w:hanging="1305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ind w:left="1305" w:hanging="1305"/>
      </w:pPr>
      <w:rPr>
        <w:rFonts w:cs="Times New Roman" w:hint="default"/>
      </w:rPr>
    </w:lvl>
    <w:lvl w:ilvl="2">
      <w:start w:val="2025"/>
      <w:numFmt w:val="decimal"/>
      <w:lvlText w:val="%1.%2.%3"/>
      <w:lvlJc w:val="left"/>
      <w:pPr>
        <w:ind w:left="1305" w:hanging="1305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1305" w:hanging="130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CB20843"/>
    <w:multiLevelType w:val="hybridMultilevel"/>
    <w:tmpl w:val="57BAF2C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FC1E5C"/>
    <w:multiLevelType w:val="hybridMultilevel"/>
    <w:tmpl w:val="EDD0DD80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40604E"/>
    <w:multiLevelType w:val="hybridMultilevel"/>
    <w:tmpl w:val="D708E4EA"/>
    <w:lvl w:ilvl="0" w:tplc="6DFE166C">
      <w:start w:val="1"/>
      <w:numFmt w:val="decimal"/>
      <w:lvlText w:val="%1)"/>
      <w:lvlJc w:val="left"/>
      <w:pPr>
        <w:ind w:left="1215" w:hanging="855"/>
      </w:pPr>
      <w:rPr>
        <w:rFonts w:cs="Times New Roman"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9B57F1"/>
    <w:multiLevelType w:val="multilevel"/>
    <w:tmpl w:val="FC8E8F62"/>
    <w:lvl w:ilvl="0">
      <w:start w:val="2"/>
      <w:numFmt w:val="decimalZero"/>
      <w:lvlText w:val="%1"/>
      <w:lvlJc w:val="left"/>
      <w:pPr>
        <w:ind w:left="1296" w:hanging="1296"/>
      </w:pPr>
      <w:rPr>
        <w:rFonts w:cs="Times New Roman" w:hint="default"/>
      </w:rPr>
    </w:lvl>
    <w:lvl w:ilvl="1">
      <w:start w:val="4"/>
      <w:numFmt w:val="decimalZero"/>
      <w:lvlText w:val="%1.%2"/>
      <w:lvlJc w:val="left"/>
      <w:pPr>
        <w:ind w:left="1296" w:hanging="1296"/>
      </w:pPr>
      <w:rPr>
        <w:rFonts w:cs="Times New Roman" w:hint="default"/>
      </w:rPr>
    </w:lvl>
    <w:lvl w:ilvl="2">
      <w:start w:val="2025"/>
      <w:numFmt w:val="decimal"/>
      <w:lvlText w:val="%1.%2.%3"/>
      <w:lvlJc w:val="left"/>
      <w:pPr>
        <w:ind w:left="1296" w:hanging="1296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1296" w:hanging="1296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296" w:hanging="1296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1E53BC6"/>
    <w:multiLevelType w:val="hybridMultilevel"/>
    <w:tmpl w:val="B7EA4412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C3849F4"/>
    <w:multiLevelType w:val="hybridMultilevel"/>
    <w:tmpl w:val="8312E33C"/>
    <w:lvl w:ilvl="0" w:tplc="A2BED5C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994A6C"/>
    <w:multiLevelType w:val="hybridMultilevel"/>
    <w:tmpl w:val="C12C4D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1416E05"/>
    <w:multiLevelType w:val="hybridMultilevel"/>
    <w:tmpl w:val="485AFDD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D016A72"/>
    <w:multiLevelType w:val="multilevel"/>
    <w:tmpl w:val="BBCE3EEC"/>
    <w:lvl w:ilvl="0">
      <w:start w:val="21"/>
      <w:numFmt w:val="decimal"/>
      <w:lvlText w:val="%1"/>
      <w:lvlJc w:val="left"/>
      <w:pPr>
        <w:ind w:left="1305" w:hanging="1305"/>
      </w:pPr>
      <w:rPr>
        <w:rFonts w:cs="Times New Roman" w:hint="default"/>
      </w:rPr>
    </w:lvl>
    <w:lvl w:ilvl="1">
      <w:start w:val="2"/>
      <w:numFmt w:val="decimalZero"/>
      <w:lvlText w:val="%1.%2"/>
      <w:lvlJc w:val="left"/>
      <w:pPr>
        <w:ind w:left="1305" w:hanging="1305"/>
      </w:pPr>
      <w:rPr>
        <w:rFonts w:cs="Times New Roman" w:hint="default"/>
      </w:rPr>
    </w:lvl>
    <w:lvl w:ilvl="2">
      <w:start w:val="2025"/>
      <w:numFmt w:val="decimal"/>
      <w:lvlText w:val="%1.%2.%3"/>
      <w:lvlJc w:val="left"/>
      <w:pPr>
        <w:ind w:left="1305" w:hanging="1305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1305" w:hanging="130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9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10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4DA8"/>
    <w:rsid w:val="00001704"/>
    <w:rsid w:val="00003F79"/>
    <w:rsid w:val="00021B45"/>
    <w:rsid w:val="00030D25"/>
    <w:rsid w:val="000320C0"/>
    <w:rsid w:val="00054ED0"/>
    <w:rsid w:val="000605C9"/>
    <w:rsid w:val="00062AA9"/>
    <w:rsid w:val="000803CA"/>
    <w:rsid w:val="00093DA6"/>
    <w:rsid w:val="0009550E"/>
    <w:rsid w:val="000965F7"/>
    <w:rsid w:val="000A23FB"/>
    <w:rsid w:val="000A6E99"/>
    <w:rsid w:val="000B0889"/>
    <w:rsid w:val="000C18AB"/>
    <w:rsid w:val="000C2E7F"/>
    <w:rsid w:val="000D45C5"/>
    <w:rsid w:val="000E439C"/>
    <w:rsid w:val="000E7DF9"/>
    <w:rsid w:val="00106C11"/>
    <w:rsid w:val="00113F12"/>
    <w:rsid w:val="00114660"/>
    <w:rsid w:val="00125020"/>
    <w:rsid w:val="00126968"/>
    <w:rsid w:val="00127874"/>
    <w:rsid w:val="001317E8"/>
    <w:rsid w:val="001341A4"/>
    <w:rsid w:val="0013770D"/>
    <w:rsid w:val="00145441"/>
    <w:rsid w:val="00151A83"/>
    <w:rsid w:val="00155148"/>
    <w:rsid w:val="001611F2"/>
    <w:rsid w:val="001639FD"/>
    <w:rsid w:val="00164440"/>
    <w:rsid w:val="00166773"/>
    <w:rsid w:val="00171BD0"/>
    <w:rsid w:val="001805F7"/>
    <w:rsid w:val="00182EFF"/>
    <w:rsid w:val="001B46D8"/>
    <w:rsid w:val="001B6D23"/>
    <w:rsid w:val="001C16C0"/>
    <w:rsid w:val="001C7041"/>
    <w:rsid w:val="001D33A1"/>
    <w:rsid w:val="001D3F1A"/>
    <w:rsid w:val="001D465C"/>
    <w:rsid w:val="001D59FC"/>
    <w:rsid w:val="001D7250"/>
    <w:rsid w:val="001E4DA8"/>
    <w:rsid w:val="00206B11"/>
    <w:rsid w:val="0020715A"/>
    <w:rsid w:val="0020782F"/>
    <w:rsid w:val="00213A93"/>
    <w:rsid w:val="00221090"/>
    <w:rsid w:val="00227933"/>
    <w:rsid w:val="00230F49"/>
    <w:rsid w:val="00237F73"/>
    <w:rsid w:val="00240006"/>
    <w:rsid w:val="002451C5"/>
    <w:rsid w:val="002509FD"/>
    <w:rsid w:val="00254360"/>
    <w:rsid w:val="00254A77"/>
    <w:rsid w:val="00264A5E"/>
    <w:rsid w:val="00265281"/>
    <w:rsid w:val="00277D47"/>
    <w:rsid w:val="00284775"/>
    <w:rsid w:val="002942C9"/>
    <w:rsid w:val="002967F8"/>
    <w:rsid w:val="002A0FB8"/>
    <w:rsid w:val="002A33A2"/>
    <w:rsid w:val="002A457D"/>
    <w:rsid w:val="002B1985"/>
    <w:rsid w:val="002B4056"/>
    <w:rsid w:val="002B41FF"/>
    <w:rsid w:val="002C4D3B"/>
    <w:rsid w:val="002D0865"/>
    <w:rsid w:val="002E0AD7"/>
    <w:rsid w:val="002E4DEF"/>
    <w:rsid w:val="002E69D0"/>
    <w:rsid w:val="00306A43"/>
    <w:rsid w:val="00317401"/>
    <w:rsid w:val="0033024E"/>
    <w:rsid w:val="0033787B"/>
    <w:rsid w:val="00342F94"/>
    <w:rsid w:val="00350B40"/>
    <w:rsid w:val="00361913"/>
    <w:rsid w:val="00363CA9"/>
    <w:rsid w:val="00371620"/>
    <w:rsid w:val="003751CD"/>
    <w:rsid w:val="0037577D"/>
    <w:rsid w:val="00380930"/>
    <w:rsid w:val="00385B48"/>
    <w:rsid w:val="00386A64"/>
    <w:rsid w:val="003A4BBF"/>
    <w:rsid w:val="003A75C1"/>
    <w:rsid w:val="003B112C"/>
    <w:rsid w:val="003B1F02"/>
    <w:rsid w:val="003B201A"/>
    <w:rsid w:val="003B3148"/>
    <w:rsid w:val="003D08FD"/>
    <w:rsid w:val="003D1F46"/>
    <w:rsid w:val="003D2751"/>
    <w:rsid w:val="003D5DD7"/>
    <w:rsid w:val="003E4D4B"/>
    <w:rsid w:val="003E62A4"/>
    <w:rsid w:val="003E6E2A"/>
    <w:rsid w:val="003F6C46"/>
    <w:rsid w:val="0040763F"/>
    <w:rsid w:val="00417A31"/>
    <w:rsid w:val="00417B63"/>
    <w:rsid w:val="00420258"/>
    <w:rsid w:val="004217FF"/>
    <w:rsid w:val="00424B07"/>
    <w:rsid w:val="00425849"/>
    <w:rsid w:val="0043702A"/>
    <w:rsid w:val="00442503"/>
    <w:rsid w:val="00443EB3"/>
    <w:rsid w:val="00452899"/>
    <w:rsid w:val="00453BA6"/>
    <w:rsid w:val="004542C1"/>
    <w:rsid w:val="004601EE"/>
    <w:rsid w:val="00463D6C"/>
    <w:rsid w:val="004716B3"/>
    <w:rsid w:val="00474AC8"/>
    <w:rsid w:val="00486379"/>
    <w:rsid w:val="00491DA3"/>
    <w:rsid w:val="004A5367"/>
    <w:rsid w:val="004A64ED"/>
    <w:rsid w:val="004A679D"/>
    <w:rsid w:val="004B0BD6"/>
    <w:rsid w:val="004B2A5D"/>
    <w:rsid w:val="004B512E"/>
    <w:rsid w:val="004C3C0E"/>
    <w:rsid w:val="004C43EC"/>
    <w:rsid w:val="004D6B5C"/>
    <w:rsid w:val="004E455F"/>
    <w:rsid w:val="004F28F7"/>
    <w:rsid w:val="004F4C2E"/>
    <w:rsid w:val="00501641"/>
    <w:rsid w:val="005020AC"/>
    <w:rsid w:val="0051191B"/>
    <w:rsid w:val="005138B3"/>
    <w:rsid w:val="0052311A"/>
    <w:rsid w:val="00524884"/>
    <w:rsid w:val="00525599"/>
    <w:rsid w:val="005378F1"/>
    <w:rsid w:val="005420EA"/>
    <w:rsid w:val="00544878"/>
    <w:rsid w:val="005478DA"/>
    <w:rsid w:val="005508AB"/>
    <w:rsid w:val="00555539"/>
    <w:rsid w:val="00556F93"/>
    <w:rsid w:val="00567CFA"/>
    <w:rsid w:val="00571EAE"/>
    <w:rsid w:val="00573FD1"/>
    <w:rsid w:val="00574D0E"/>
    <w:rsid w:val="00580A58"/>
    <w:rsid w:val="005855DC"/>
    <w:rsid w:val="00585C73"/>
    <w:rsid w:val="005979D2"/>
    <w:rsid w:val="005A0201"/>
    <w:rsid w:val="005A3EAA"/>
    <w:rsid w:val="005A673B"/>
    <w:rsid w:val="005B6B14"/>
    <w:rsid w:val="005D062F"/>
    <w:rsid w:val="005D5A1D"/>
    <w:rsid w:val="005F16A2"/>
    <w:rsid w:val="005F7787"/>
    <w:rsid w:val="005F7DCA"/>
    <w:rsid w:val="00613907"/>
    <w:rsid w:val="00616C33"/>
    <w:rsid w:val="00622BBB"/>
    <w:rsid w:val="0062410D"/>
    <w:rsid w:val="00624316"/>
    <w:rsid w:val="00635565"/>
    <w:rsid w:val="006419AE"/>
    <w:rsid w:val="00646762"/>
    <w:rsid w:val="00673607"/>
    <w:rsid w:val="00690FA0"/>
    <w:rsid w:val="00695A37"/>
    <w:rsid w:val="006A5FAA"/>
    <w:rsid w:val="006A6F54"/>
    <w:rsid w:val="006B1EA3"/>
    <w:rsid w:val="006B5B5C"/>
    <w:rsid w:val="006C1462"/>
    <w:rsid w:val="006C149B"/>
    <w:rsid w:val="006C1914"/>
    <w:rsid w:val="006C3A13"/>
    <w:rsid w:val="006C43D6"/>
    <w:rsid w:val="006D2691"/>
    <w:rsid w:val="006D2BAE"/>
    <w:rsid w:val="006D5064"/>
    <w:rsid w:val="006D78C1"/>
    <w:rsid w:val="006E0D30"/>
    <w:rsid w:val="006E29CD"/>
    <w:rsid w:val="006F3487"/>
    <w:rsid w:val="006F7318"/>
    <w:rsid w:val="00721BC2"/>
    <w:rsid w:val="007225D4"/>
    <w:rsid w:val="0072603B"/>
    <w:rsid w:val="00733FB8"/>
    <w:rsid w:val="00745C67"/>
    <w:rsid w:val="00753B6A"/>
    <w:rsid w:val="007665C8"/>
    <w:rsid w:val="0077270C"/>
    <w:rsid w:val="00776B1B"/>
    <w:rsid w:val="007774D8"/>
    <w:rsid w:val="00782F8C"/>
    <w:rsid w:val="00785B2D"/>
    <w:rsid w:val="00794176"/>
    <w:rsid w:val="00794E0D"/>
    <w:rsid w:val="0079541E"/>
    <w:rsid w:val="007A46D9"/>
    <w:rsid w:val="007A6F78"/>
    <w:rsid w:val="007C0AF5"/>
    <w:rsid w:val="007C74AD"/>
    <w:rsid w:val="007D1656"/>
    <w:rsid w:val="007D2E86"/>
    <w:rsid w:val="007E2988"/>
    <w:rsid w:val="007E2DEA"/>
    <w:rsid w:val="007E6276"/>
    <w:rsid w:val="00805750"/>
    <w:rsid w:val="00806E51"/>
    <w:rsid w:val="008112F2"/>
    <w:rsid w:val="008130E5"/>
    <w:rsid w:val="00815BA5"/>
    <w:rsid w:val="00816A36"/>
    <w:rsid w:val="00817BB9"/>
    <w:rsid w:val="008270EE"/>
    <w:rsid w:val="00827E41"/>
    <w:rsid w:val="00832396"/>
    <w:rsid w:val="00841711"/>
    <w:rsid w:val="00844833"/>
    <w:rsid w:val="00847749"/>
    <w:rsid w:val="008549E1"/>
    <w:rsid w:val="0085586A"/>
    <w:rsid w:val="00860326"/>
    <w:rsid w:val="00864696"/>
    <w:rsid w:val="0086722C"/>
    <w:rsid w:val="008804D1"/>
    <w:rsid w:val="00881F2D"/>
    <w:rsid w:val="00883C75"/>
    <w:rsid w:val="0088674A"/>
    <w:rsid w:val="00890132"/>
    <w:rsid w:val="00891706"/>
    <w:rsid w:val="00897A93"/>
    <w:rsid w:val="008A01DC"/>
    <w:rsid w:val="008A25CB"/>
    <w:rsid w:val="008A3789"/>
    <w:rsid w:val="008B20C2"/>
    <w:rsid w:val="008B2FDB"/>
    <w:rsid w:val="008B4C3F"/>
    <w:rsid w:val="008B5086"/>
    <w:rsid w:val="008B788D"/>
    <w:rsid w:val="008D54C5"/>
    <w:rsid w:val="008E6386"/>
    <w:rsid w:val="008F5775"/>
    <w:rsid w:val="00901AB1"/>
    <w:rsid w:val="009041B4"/>
    <w:rsid w:val="00907271"/>
    <w:rsid w:val="00907523"/>
    <w:rsid w:val="009101F8"/>
    <w:rsid w:val="00912777"/>
    <w:rsid w:val="00913187"/>
    <w:rsid w:val="00914B73"/>
    <w:rsid w:val="00920B17"/>
    <w:rsid w:val="00922F43"/>
    <w:rsid w:val="00927F62"/>
    <w:rsid w:val="009339B1"/>
    <w:rsid w:val="00944B65"/>
    <w:rsid w:val="0094611A"/>
    <w:rsid w:val="00946369"/>
    <w:rsid w:val="00947BDC"/>
    <w:rsid w:val="00953628"/>
    <w:rsid w:val="0096082B"/>
    <w:rsid w:val="00970A12"/>
    <w:rsid w:val="0097546A"/>
    <w:rsid w:val="009A0150"/>
    <w:rsid w:val="009A5A3C"/>
    <w:rsid w:val="009B3428"/>
    <w:rsid w:val="009B373B"/>
    <w:rsid w:val="009D3617"/>
    <w:rsid w:val="009D407E"/>
    <w:rsid w:val="009D60A4"/>
    <w:rsid w:val="009E3C9A"/>
    <w:rsid w:val="009E451A"/>
    <w:rsid w:val="009F11D3"/>
    <w:rsid w:val="009F1910"/>
    <w:rsid w:val="009F3B34"/>
    <w:rsid w:val="009F4591"/>
    <w:rsid w:val="009F6C5A"/>
    <w:rsid w:val="00A32FB4"/>
    <w:rsid w:val="00A34885"/>
    <w:rsid w:val="00A3546A"/>
    <w:rsid w:val="00A372EC"/>
    <w:rsid w:val="00A37D46"/>
    <w:rsid w:val="00A42493"/>
    <w:rsid w:val="00A46241"/>
    <w:rsid w:val="00A50CFF"/>
    <w:rsid w:val="00A54A2F"/>
    <w:rsid w:val="00A56417"/>
    <w:rsid w:val="00A56DD7"/>
    <w:rsid w:val="00A63A58"/>
    <w:rsid w:val="00A65D65"/>
    <w:rsid w:val="00A720FE"/>
    <w:rsid w:val="00A76EC2"/>
    <w:rsid w:val="00A80C60"/>
    <w:rsid w:val="00A97856"/>
    <w:rsid w:val="00AA79CA"/>
    <w:rsid w:val="00AB6D15"/>
    <w:rsid w:val="00AB75FF"/>
    <w:rsid w:val="00AC566B"/>
    <w:rsid w:val="00AC71D8"/>
    <w:rsid w:val="00AD2C46"/>
    <w:rsid w:val="00AE54B1"/>
    <w:rsid w:val="00AF40B6"/>
    <w:rsid w:val="00B16E1D"/>
    <w:rsid w:val="00B2631D"/>
    <w:rsid w:val="00B30236"/>
    <w:rsid w:val="00B412D5"/>
    <w:rsid w:val="00B41BA2"/>
    <w:rsid w:val="00B45356"/>
    <w:rsid w:val="00B45704"/>
    <w:rsid w:val="00B462FB"/>
    <w:rsid w:val="00B760C0"/>
    <w:rsid w:val="00B76F2C"/>
    <w:rsid w:val="00B773EF"/>
    <w:rsid w:val="00B80D97"/>
    <w:rsid w:val="00B9386E"/>
    <w:rsid w:val="00B9577D"/>
    <w:rsid w:val="00B95D96"/>
    <w:rsid w:val="00BA28E6"/>
    <w:rsid w:val="00BA5BFA"/>
    <w:rsid w:val="00BA5E2E"/>
    <w:rsid w:val="00BB3266"/>
    <w:rsid w:val="00BC3CF7"/>
    <w:rsid w:val="00BE2ABF"/>
    <w:rsid w:val="00BE4D90"/>
    <w:rsid w:val="00BE74E6"/>
    <w:rsid w:val="00BF181E"/>
    <w:rsid w:val="00C02EDA"/>
    <w:rsid w:val="00C122B9"/>
    <w:rsid w:val="00C126E2"/>
    <w:rsid w:val="00C21F92"/>
    <w:rsid w:val="00C2687E"/>
    <w:rsid w:val="00C350B4"/>
    <w:rsid w:val="00C50A38"/>
    <w:rsid w:val="00C515E5"/>
    <w:rsid w:val="00C56387"/>
    <w:rsid w:val="00C64F0F"/>
    <w:rsid w:val="00C75899"/>
    <w:rsid w:val="00C75940"/>
    <w:rsid w:val="00C807A0"/>
    <w:rsid w:val="00C81A5B"/>
    <w:rsid w:val="00C85389"/>
    <w:rsid w:val="00C93C63"/>
    <w:rsid w:val="00C9478E"/>
    <w:rsid w:val="00CB6666"/>
    <w:rsid w:val="00CC2FF9"/>
    <w:rsid w:val="00CE03FA"/>
    <w:rsid w:val="00CE2DE1"/>
    <w:rsid w:val="00CE3E79"/>
    <w:rsid w:val="00CF0128"/>
    <w:rsid w:val="00CF5289"/>
    <w:rsid w:val="00CF6AF2"/>
    <w:rsid w:val="00D00035"/>
    <w:rsid w:val="00D03E7B"/>
    <w:rsid w:val="00D11E3F"/>
    <w:rsid w:val="00D14633"/>
    <w:rsid w:val="00D15C28"/>
    <w:rsid w:val="00D224D1"/>
    <w:rsid w:val="00D22FDF"/>
    <w:rsid w:val="00D264FD"/>
    <w:rsid w:val="00D32F0F"/>
    <w:rsid w:val="00D332BA"/>
    <w:rsid w:val="00D34E1E"/>
    <w:rsid w:val="00D34EC6"/>
    <w:rsid w:val="00D4066A"/>
    <w:rsid w:val="00D40814"/>
    <w:rsid w:val="00D4107E"/>
    <w:rsid w:val="00D45285"/>
    <w:rsid w:val="00D54939"/>
    <w:rsid w:val="00D575F2"/>
    <w:rsid w:val="00D6333B"/>
    <w:rsid w:val="00D761C7"/>
    <w:rsid w:val="00D768F8"/>
    <w:rsid w:val="00D81545"/>
    <w:rsid w:val="00D8214F"/>
    <w:rsid w:val="00D83F27"/>
    <w:rsid w:val="00D84C3D"/>
    <w:rsid w:val="00D9104E"/>
    <w:rsid w:val="00D95F36"/>
    <w:rsid w:val="00DA0E17"/>
    <w:rsid w:val="00DA10D8"/>
    <w:rsid w:val="00DB3D1B"/>
    <w:rsid w:val="00DC31AC"/>
    <w:rsid w:val="00DC4EFB"/>
    <w:rsid w:val="00DC5AE7"/>
    <w:rsid w:val="00DD4E2F"/>
    <w:rsid w:val="00DE48BD"/>
    <w:rsid w:val="00DE5073"/>
    <w:rsid w:val="00DE66D6"/>
    <w:rsid w:val="00DF46ED"/>
    <w:rsid w:val="00E00418"/>
    <w:rsid w:val="00E06213"/>
    <w:rsid w:val="00E11273"/>
    <w:rsid w:val="00E12FEC"/>
    <w:rsid w:val="00E26954"/>
    <w:rsid w:val="00E45069"/>
    <w:rsid w:val="00E464CC"/>
    <w:rsid w:val="00E5377F"/>
    <w:rsid w:val="00E56EBC"/>
    <w:rsid w:val="00E64B80"/>
    <w:rsid w:val="00E75181"/>
    <w:rsid w:val="00E827C4"/>
    <w:rsid w:val="00E860AF"/>
    <w:rsid w:val="00E86507"/>
    <w:rsid w:val="00E87109"/>
    <w:rsid w:val="00EA4741"/>
    <w:rsid w:val="00EB3A38"/>
    <w:rsid w:val="00EB446E"/>
    <w:rsid w:val="00EB4543"/>
    <w:rsid w:val="00EB7B8E"/>
    <w:rsid w:val="00EC24FB"/>
    <w:rsid w:val="00EC3BA4"/>
    <w:rsid w:val="00ED46D6"/>
    <w:rsid w:val="00ED603D"/>
    <w:rsid w:val="00EF61DF"/>
    <w:rsid w:val="00EF6451"/>
    <w:rsid w:val="00F01685"/>
    <w:rsid w:val="00F11267"/>
    <w:rsid w:val="00F1223F"/>
    <w:rsid w:val="00F12AC4"/>
    <w:rsid w:val="00F165DE"/>
    <w:rsid w:val="00F204C0"/>
    <w:rsid w:val="00F408E3"/>
    <w:rsid w:val="00F441C3"/>
    <w:rsid w:val="00F4607B"/>
    <w:rsid w:val="00F46964"/>
    <w:rsid w:val="00F511B8"/>
    <w:rsid w:val="00F603D9"/>
    <w:rsid w:val="00F6770F"/>
    <w:rsid w:val="00F84963"/>
    <w:rsid w:val="00F873B4"/>
    <w:rsid w:val="00FA06CE"/>
    <w:rsid w:val="00FA1E80"/>
    <w:rsid w:val="00FA7D04"/>
    <w:rsid w:val="00FB01D2"/>
    <w:rsid w:val="00FB47C8"/>
    <w:rsid w:val="00FB5765"/>
    <w:rsid w:val="00FD0068"/>
    <w:rsid w:val="00FD4F5C"/>
    <w:rsid w:val="00FD61E7"/>
    <w:rsid w:val="00FE040F"/>
    <w:rsid w:val="00FE087A"/>
    <w:rsid w:val="00FF1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2942C9"/>
    <w:pPr>
      <w:spacing w:after="160" w:line="259" w:lineRule="auto"/>
    </w:pPr>
    <w:rPr>
      <w:kern w:val="2"/>
      <w:lang w:val="uk-UA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E4DA8"/>
    <w:pPr>
      <w:keepNext/>
      <w:keepLines/>
      <w:spacing w:before="360" w:after="80" w:line="278" w:lineRule="auto"/>
      <w:outlineLvl w:val="0"/>
    </w:pPr>
    <w:rPr>
      <w:rFonts w:ascii="Calibri Light" w:eastAsia="等? Light" w:hAnsi="Calibri Light"/>
      <w:color w:val="2F5496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4DA8"/>
    <w:pPr>
      <w:keepNext/>
      <w:keepLines/>
      <w:spacing w:before="160" w:after="80" w:line="278" w:lineRule="auto"/>
      <w:outlineLvl w:val="1"/>
    </w:pPr>
    <w:rPr>
      <w:rFonts w:ascii="Calibri Light" w:eastAsia="等? Light" w:hAnsi="Calibri Light"/>
      <w:color w:val="2F5496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E4DA8"/>
    <w:pPr>
      <w:keepNext/>
      <w:keepLines/>
      <w:spacing w:before="160" w:after="80" w:line="278" w:lineRule="auto"/>
      <w:outlineLvl w:val="2"/>
    </w:pPr>
    <w:rPr>
      <w:rFonts w:eastAsia="等? Light"/>
      <w:color w:val="2F5496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E4DA8"/>
    <w:pPr>
      <w:keepNext/>
      <w:keepLines/>
      <w:spacing w:before="80" w:after="40" w:line="278" w:lineRule="auto"/>
      <w:outlineLvl w:val="3"/>
    </w:pPr>
    <w:rPr>
      <w:rFonts w:eastAsia="等? Light"/>
      <w:i/>
      <w:iCs/>
      <w:color w:val="2F549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E4DA8"/>
    <w:pPr>
      <w:keepNext/>
      <w:keepLines/>
      <w:spacing w:before="80" w:after="40" w:line="278" w:lineRule="auto"/>
      <w:outlineLvl w:val="4"/>
    </w:pPr>
    <w:rPr>
      <w:rFonts w:eastAsia="等? Light"/>
      <w:color w:val="2F5496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E4DA8"/>
    <w:pPr>
      <w:keepNext/>
      <w:keepLines/>
      <w:spacing w:before="40" w:after="0" w:line="278" w:lineRule="auto"/>
      <w:outlineLvl w:val="5"/>
    </w:pPr>
    <w:rPr>
      <w:rFonts w:eastAsia="等? Light"/>
      <w:i/>
      <w:iCs/>
      <w:color w:val="595959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E4DA8"/>
    <w:pPr>
      <w:keepNext/>
      <w:keepLines/>
      <w:spacing w:before="40" w:after="0" w:line="278" w:lineRule="auto"/>
      <w:outlineLvl w:val="6"/>
    </w:pPr>
    <w:rPr>
      <w:rFonts w:eastAsia="等? Light"/>
      <w:color w:val="59595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E4DA8"/>
    <w:pPr>
      <w:keepNext/>
      <w:keepLines/>
      <w:spacing w:after="0" w:line="278" w:lineRule="auto"/>
      <w:outlineLvl w:val="7"/>
    </w:pPr>
    <w:rPr>
      <w:rFonts w:eastAsia="等? Light"/>
      <w:i/>
      <w:iCs/>
      <w:color w:val="272727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E4DA8"/>
    <w:pPr>
      <w:keepNext/>
      <w:keepLines/>
      <w:spacing w:after="0" w:line="278" w:lineRule="auto"/>
      <w:outlineLvl w:val="8"/>
    </w:pPr>
    <w:rPr>
      <w:rFonts w:eastAsia="等? Light"/>
      <w:color w:val="272727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E4DA8"/>
    <w:rPr>
      <w:rFonts w:ascii="Calibri Light" w:eastAsia="等? Light" w:hAnsi="Calibri Light" w:cs="Times New Roman"/>
      <w:color w:val="2F5496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E4DA8"/>
    <w:rPr>
      <w:rFonts w:ascii="Calibri Light" w:eastAsia="等? Light" w:hAnsi="Calibri Light" w:cs="Times New Roman"/>
      <w:color w:val="2F5496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E4DA8"/>
    <w:rPr>
      <w:rFonts w:eastAsia="等? Light" w:cs="Times New Roman"/>
      <w:color w:val="2F5496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E4DA8"/>
    <w:rPr>
      <w:rFonts w:eastAsia="等? Light" w:cs="Times New Roman"/>
      <w:i/>
      <w:iCs/>
      <w:color w:val="2F5496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E4DA8"/>
    <w:rPr>
      <w:rFonts w:eastAsia="等? Light" w:cs="Times New Roman"/>
      <w:color w:val="2F549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1E4DA8"/>
    <w:rPr>
      <w:rFonts w:eastAsia="等? Light" w:cs="Times New Roman"/>
      <w:i/>
      <w:iCs/>
      <w:color w:val="595959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1E4DA8"/>
    <w:rPr>
      <w:rFonts w:eastAsia="等? Light" w:cs="Times New Roman"/>
      <w:color w:val="595959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1E4DA8"/>
    <w:rPr>
      <w:rFonts w:eastAsia="等? Light" w:cs="Times New Roman"/>
      <w:i/>
      <w:iCs/>
      <w:color w:val="272727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1E4DA8"/>
    <w:rPr>
      <w:rFonts w:eastAsia="等? Light" w:cs="Times New Roman"/>
      <w:color w:val="272727"/>
    </w:rPr>
  </w:style>
  <w:style w:type="paragraph" w:styleId="Title">
    <w:name w:val="Title"/>
    <w:basedOn w:val="Normal"/>
    <w:next w:val="Normal"/>
    <w:link w:val="TitleChar"/>
    <w:uiPriority w:val="99"/>
    <w:qFormat/>
    <w:rsid w:val="001E4DA8"/>
    <w:pPr>
      <w:spacing w:after="80" w:line="240" w:lineRule="auto"/>
      <w:contextualSpacing/>
    </w:pPr>
    <w:rPr>
      <w:rFonts w:ascii="Calibri Light" w:eastAsia="等? Light" w:hAnsi="Calibri Light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1E4DA8"/>
    <w:rPr>
      <w:rFonts w:ascii="Calibri Light" w:eastAsia="等? Light" w:hAnsi="Calibri Light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1E4DA8"/>
    <w:pPr>
      <w:numPr>
        <w:ilvl w:val="1"/>
      </w:numPr>
      <w:spacing w:line="278" w:lineRule="auto"/>
    </w:pPr>
    <w:rPr>
      <w:rFonts w:eastAsia="等? Light"/>
      <w:color w:val="595959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E4DA8"/>
    <w:rPr>
      <w:rFonts w:eastAsia="等? Light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99"/>
    <w:qFormat/>
    <w:rsid w:val="001E4DA8"/>
    <w:pPr>
      <w:spacing w:before="160" w:line="278" w:lineRule="auto"/>
      <w:jc w:val="center"/>
    </w:pPr>
    <w:rPr>
      <w:i/>
      <w:iCs/>
      <w:color w:val="404040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1E4DA8"/>
    <w:rPr>
      <w:rFonts w:cs="Times New Roman"/>
      <w:i/>
      <w:iCs/>
      <w:color w:val="404040"/>
    </w:rPr>
  </w:style>
  <w:style w:type="paragraph" w:styleId="ListParagraph">
    <w:name w:val="List Paragraph"/>
    <w:basedOn w:val="Normal"/>
    <w:uiPriority w:val="99"/>
    <w:qFormat/>
    <w:rsid w:val="001E4DA8"/>
    <w:pPr>
      <w:spacing w:line="278" w:lineRule="auto"/>
      <w:ind w:left="720"/>
      <w:contextualSpacing/>
    </w:pPr>
    <w:rPr>
      <w:sz w:val="24"/>
      <w:szCs w:val="24"/>
    </w:rPr>
  </w:style>
  <w:style w:type="character" w:styleId="IntenseEmphasis">
    <w:name w:val="Intense Emphasis"/>
    <w:basedOn w:val="DefaultParagraphFont"/>
    <w:uiPriority w:val="99"/>
    <w:qFormat/>
    <w:rsid w:val="001E4DA8"/>
    <w:rPr>
      <w:rFonts w:cs="Times New Roman"/>
      <w:i/>
      <w:iCs/>
      <w:color w:val="2F5496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1E4DA8"/>
    <w:pPr>
      <w:pBdr>
        <w:top w:val="single" w:sz="4" w:space="10" w:color="2F5496"/>
        <w:bottom w:val="single" w:sz="4" w:space="10" w:color="2F5496"/>
      </w:pBdr>
      <w:spacing w:before="360" w:after="360" w:line="278" w:lineRule="auto"/>
      <w:ind w:left="864" w:right="864"/>
      <w:jc w:val="center"/>
    </w:pPr>
    <w:rPr>
      <w:i/>
      <w:iCs/>
      <w:color w:val="2F5496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1E4DA8"/>
    <w:rPr>
      <w:rFonts w:cs="Times New Roman"/>
      <w:i/>
      <w:iCs/>
      <w:color w:val="2F5496"/>
    </w:rPr>
  </w:style>
  <w:style w:type="character" w:styleId="IntenseReference">
    <w:name w:val="Intense Reference"/>
    <w:basedOn w:val="DefaultParagraphFont"/>
    <w:uiPriority w:val="99"/>
    <w:qFormat/>
    <w:rsid w:val="001E4DA8"/>
    <w:rPr>
      <w:rFonts w:cs="Times New Roman"/>
      <w:b/>
      <w:bCs/>
      <w:smallCaps/>
      <w:color w:val="2F5496"/>
      <w:spacing w:val="5"/>
    </w:rPr>
  </w:style>
  <w:style w:type="table" w:styleId="TableGrid">
    <w:name w:val="Table Grid"/>
    <w:basedOn w:val="TableNormal"/>
    <w:uiPriority w:val="99"/>
    <w:rsid w:val="000803C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2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27F6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1D59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D59FC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1D59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D59FC"/>
    <w:rPr>
      <w:rFonts w:cs="Times New Roman"/>
      <w:sz w:val="22"/>
      <w:szCs w:val="22"/>
    </w:rPr>
  </w:style>
  <w:style w:type="paragraph" w:styleId="NoSpacing">
    <w:name w:val="No Spacing"/>
    <w:uiPriority w:val="99"/>
    <w:qFormat/>
    <w:rsid w:val="00E64B80"/>
    <w:rPr>
      <w:lang w:eastAsia="en-US"/>
    </w:rPr>
  </w:style>
  <w:style w:type="character" w:customStyle="1" w:styleId="slogan1">
    <w:name w:val="slogan_1"/>
    <w:basedOn w:val="DefaultParagraphFont"/>
    <w:uiPriority w:val="99"/>
    <w:rsid w:val="00B9577D"/>
    <w:rPr>
      <w:rFonts w:cs="Times New Roman"/>
    </w:rPr>
  </w:style>
  <w:style w:type="character" w:customStyle="1" w:styleId="slogan2">
    <w:name w:val="slogan_2"/>
    <w:basedOn w:val="DefaultParagraphFont"/>
    <w:uiPriority w:val="99"/>
    <w:rsid w:val="00B9577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76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76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76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7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4</Pages>
  <Words>943</Words>
  <Characters>5379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МЕМОРАНДУМУ ПРО СПІВРОБІТНИЦТВО</dc:title>
  <dc:subject/>
  <dc:creator>Departament Admin</dc:creator>
  <cp:keywords/>
  <dc:description/>
  <cp:lastModifiedBy>User</cp:lastModifiedBy>
  <cp:revision>7</cp:revision>
  <cp:lastPrinted>2025-08-11T13:46:00Z</cp:lastPrinted>
  <dcterms:created xsi:type="dcterms:W3CDTF">2025-08-11T14:39:00Z</dcterms:created>
  <dcterms:modified xsi:type="dcterms:W3CDTF">2025-08-12T05:23:00Z</dcterms:modified>
</cp:coreProperties>
</file>